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DAA" w:rsidRPr="00B21FA5" w:rsidRDefault="00007DAA" w:rsidP="00AE4BFC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007DAA" w:rsidRPr="00B21FA5" w:rsidRDefault="00007DAA" w:rsidP="00AE4BF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007DAA" w:rsidRDefault="00007DAA" w:rsidP="00AE4BFC">
      <w:pPr>
        <w:pStyle w:val="firma"/>
        <w:rPr>
          <w:rFonts w:ascii="Arial" w:hAnsi="Arial" w:cs="Arial"/>
          <w:sz w:val="20"/>
        </w:rPr>
      </w:pPr>
    </w:p>
    <w:p w:rsidR="00007DAA" w:rsidRPr="00884831" w:rsidRDefault="00007DAA" w:rsidP="00AE4BFC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07DAA" w:rsidRPr="0064412D" w:rsidRDefault="00007DAA" w:rsidP="00AE4BFC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07DAA" w:rsidRDefault="00007DAA" w:rsidP="00AE4BFC">
      <w:pPr>
        <w:rPr>
          <w:rFonts w:ascii="Trebuchet MS" w:hAnsi="Trebuchet MS"/>
          <w:b/>
          <w:sz w:val="20"/>
        </w:rPr>
      </w:pPr>
    </w:p>
    <w:p w:rsidR="00007DAA" w:rsidRPr="008A0A60" w:rsidRDefault="00007DAA" w:rsidP="00AE4BF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07DAA" w:rsidRPr="008A0A60" w:rsidRDefault="00007DAA" w:rsidP="00AE4BF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07DAA" w:rsidTr="00074E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AE4BF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07DAA" w:rsidTr="00074E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AE4BFC">
      <w:pPr>
        <w:rPr>
          <w:rFonts w:ascii="Trebuchet MS" w:hAnsi="Trebuchet MS"/>
          <w:sz w:val="10"/>
          <w:szCs w:val="8"/>
        </w:rPr>
      </w:pPr>
    </w:p>
    <w:p w:rsidR="00007DAA" w:rsidRDefault="00007DAA" w:rsidP="00AE4BFC">
      <w:pPr>
        <w:rPr>
          <w:rFonts w:ascii="Trebuchet MS" w:hAnsi="Trebuchet MS"/>
          <w:sz w:val="10"/>
          <w:szCs w:val="8"/>
        </w:rPr>
      </w:pPr>
    </w:p>
    <w:p w:rsidR="00007DAA" w:rsidRDefault="00007DAA" w:rsidP="00AE4BFC">
      <w:pPr>
        <w:rPr>
          <w:rFonts w:ascii="Trebuchet MS" w:hAnsi="Trebuchet MS"/>
          <w:sz w:val="10"/>
          <w:szCs w:val="8"/>
        </w:rPr>
      </w:pPr>
    </w:p>
    <w:p w:rsidR="00007DAA" w:rsidRDefault="00007DAA" w:rsidP="00AE4BF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07DAA" w:rsidRPr="000D2CD2" w:rsidRDefault="00007DAA" w:rsidP="00AE4BFC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07DAA" w:rsidTr="00074E7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Pr="000D2CD2" w:rsidRDefault="00007DAA" w:rsidP="00AE4BFC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07DAA" w:rsidTr="00074E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AE4BFC">
      <w:pPr>
        <w:rPr>
          <w:rFonts w:ascii="Trebuchet MS" w:hAnsi="Trebuchet MS"/>
          <w:b/>
          <w:sz w:val="18"/>
        </w:rPr>
      </w:pPr>
    </w:p>
    <w:p w:rsidR="00007DAA" w:rsidRDefault="00007DAA" w:rsidP="00AE4BFC">
      <w:pPr>
        <w:ind w:right="-285"/>
        <w:rPr>
          <w:rFonts w:ascii="Trebuchet MS" w:hAnsi="Trebuchet MS"/>
          <w:sz w:val="18"/>
          <w:u w:val="single"/>
        </w:rPr>
      </w:pPr>
    </w:p>
    <w:p w:rsidR="00007DAA" w:rsidRPr="006340E6" w:rsidRDefault="00007DAA" w:rsidP="00AE4BFC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</w:t>
      </w:r>
      <w:r w:rsidR="00A65AA9">
        <w:rPr>
          <w:rFonts w:ascii="Trebuchet MS" w:hAnsi="Trebuchet MS"/>
          <w:sz w:val="20"/>
          <w:u w:val="single"/>
        </w:rPr>
        <w:t xml:space="preserve">, </w:t>
      </w:r>
      <w:r w:rsidRPr="006340E6">
        <w:rPr>
          <w:rFonts w:ascii="Trebuchet MS" w:hAnsi="Trebuchet MS"/>
          <w:sz w:val="20"/>
          <w:u w:val="single"/>
        </w:rPr>
        <w:t>sotto la propria responsabilità</w:t>
      </w:r>
    </w:p>
    <w:p w:rsidR="00007DAA" w:rsidRPr="008A0A60" w:rsidRDefault="00007DAA" w:rsidP="00AE4BFC">
      <w:pPr>
        <w:rPr>
          <w:rFonts w:ascii="Trebuchet MS" w:hAnsi="Trebuchet MS"/>
          <w:sz w:val="18"/>
        </w:rPr>
      </w:pPr>
    </w:p>
    <w:p w:rsidR="00007DAA" w:rsidRPr="006340E6" w:rsidRDefault="00007DAA" w:rsidP="00AE4BFC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Pr="006340E6" w:rsidRDefault="00007DAA" w:rsidP="00763B75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</w:t>
      </w:r>
      <w:r>
        <w:rPr>
          <w:rFonts w:ascii="Trebuchet MS" w:hAnsi="Trebuchet MS"/>
          <w:sz w:val="20"/>
        </w:rPr>
        <w:t>me indicato all'art. 2 del bando</w:t>
      </w:r>
      <w:r w:rsidRPr="006340E6">
        <w:rPr>
          <w:rFonts w:ascii="Trebuchet MS" w:hAnsi="Trebuchet MS"/>
          <w:sz w:val="20"/>
        </w:rPr>
        <w:t>:</w:t>
      </w:r>
    </w:p>
    <w:p w:rsidR="00007DAA" w:rsidRDefault="00007DAA" w:rsidP="00AE4BFC">
      <w:pPr>
        <w:rPr>
          <w:rFonts w:ascii="Trebuchet MS" w:hAnsi="Trebuchet MS"/>
          <w:sz w:val="20"/>
        </w:rPr>
      </w:pPr>
    </w:p>
    <w:p w:rsidR="00007DAA" w:rsidRDefault="00007DAA" w:rsidP="00AE4BFC">
      <w:pPr>
        <w:rPr>
          <w:rFonts w:ascii="Trebuchet MS" w:hAnsi="Trebuchet MS"/>
          <w:sz w:val="20"/>
        </w:rPr>
      </w:pPr>
    </w:p>
    <w:p w:rsidR="00007DAA" w:rsidRPr="00AD6F95" w:rsidRDefault="00007DAA" w:rsidP="00AD6F95">
      <w:pPr>
        <w:tabs>
          <w:tab w:val="left" w:pos="567"/>
        </w:tabs>
        <w:spacing w:line="480" w:lineRule="auto"/>
        <w:jc w:val="both"/>
        <w:rPr>
          <w:rFonts w:ascii="Trebuchet MS" w:hAnsi="Trebuchet MS"/>
          <w:sz w:val="20"/>
        </w:rPr>
      </w:pPr>
      <w:r w:rsidRPr="00AD6F95">
        <w:rPr>
          <w:rFonts w:ascii="Trebuchet MS" w:hAnsi="Trebuchet MS"/>
          <w:sz w:val="20"/>
        </w:rPr>
        <w:t>di essere in servizio con la qualifica di</w:t>
      </w:r>
      <w:r w:rsidR="00A65AA9" w:rsidRPr="00AD6F95">
        <w:rPr>
          <w:rFonts w:ascii="Trebuchet MS" w:hAnsi="Trebuchet MS"/>
          <w:sz w:val="20"/>
        </w:rPr>
        <w:t xml:space="preserve"> </w:t>
      </w:r>
      <w:r w:rsidRPr="00AD6F95">
        <w:rPr>
          <w:rFonts w:ascii="Trebuchet MS" w:hAnsi="Trebuchet MS"/>
          <w:i/>
          <w:sz w:val="20"/>
        </w:rPr>
        <w:t xml:space="preserve">(indicare l'attuale posizione) </w:t>
      </w:r>
      <w:r w:rsidRPr="00AD6F95">
        <w:rPr>
          <w:rFonts w:ascii="Trebuchet MS" w:hAnsi="Trebuchet MS"/>
          <w:sz w:val="20"/>
        </w:rPr>
        <w:t>_____________</w:t>
      </w:r>
      <w:r w:rsidR="00AD6F95">
        <w:rPr>
          <w:rFonts w:ascii="Trebuchet MS" w:hAnsi="Trebuchet MS"/>
          <w:sz w:val="20"/>
        </w:rPr>
        <w:t>____</w:t>
      </w:r>
      <w:r w:rsidRPr="00AD6F95">
        <w:rPr>
          <w:rFonts w:ascii="Trebuchet MS" w:hAnsi="Trebuchet MS"/>
          <w:sz w:val="20"/>
        </w:rPr>
        <w:t xml:space="preserve">_________________ </w:t>
      </w:r>
      <w:r w:rsidRPr="00AD6F95">
        <w:rPr>
          <w:rFonts w:ascii="Trebuchet MS" w:hAnsi="Trebuchet MS"/>
          <w:sz w:val="20"/>
        </w:rPr>
        <w:br/>
        <w:t>presso l'Università degli Studi di ____________________</w:t>
      </w:r>
      <w:r w:rsidR="00AD6F95">
        <w:rPr>
          <w:rFonts w:ascii="Trebuchet MS" w:hAnsi="Trebuchet MS"/>
          <w:sz w:val="20"/>
        </w:rPr>
        <w:t>________________</w:t>
      </w:r>
      <w:r w:rsidRPr="00AD6F95">
        <w:rPr>
          <w:rFonts w:ascii="Trebuchet MS" w:hAnsi="Trebuchet MS"/>
          <w:sz w:val="20"/>
        </w:rPr>
        <w:t>____ a decorrere dal</w:t>
      </w:r>
      <w:r w:rsidR="00A65AA9" w:rsidRPr="00AD6F95">
        <w:rPr>
          <w:rFonts w:ascii="Trebuchet MS" w:hAnsi="Trebuchet MS"/>
          <w:sz w:val="20"/>
        </w:rPr>
        <w:t xml:space="preserve"> </w:t>
      </w:r>
      <w:r w:rsidRPr="00AD6F95">
        <w:rPr>
          <w:rFonts w:ascii="Trebuchet MS" w:hAnsi="Trebuchet MS"/>
          <w:sz w:val="20"/>
        </w:rPr>
        <w:t xml:space="preserve">__/__/____ </w:t>
      </w:r>
    </w:p>
    <w:p w:rsidR="00007DAA" w:rsidRDefault="00007DAA" w:rsidP="00D3117E">
      <w:pPr>
        <w:pStyle w:val="Paragrafoelenco"/>
        <w:tabs>
          <w:tab w:val="left" w:pos="567"/>
        </w:tabs>
        <w:spacing w:line="360" w:lineRule="auto"/>
        <w:ind w:left="360"/>
        <w:jc w:val="both"/>
        <w:rPr>
          <w:rFonts w:ascii="Trebuchet MS" w:hAnsi="Trebuchet MS"/>
          <w:sz w:val="20"/>
        </w:rPr>
      </w:pPr>
    </w:p>
    <w:p w:rsidR="00007DAA" w:rsidRPr="006340E6" w:rsidRDefault="00007DAA" w:rsidP="00AE4BFC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007DAA" w:rsidRPr="00F95A07" w:rsidRDefault="00007DAA" w:rsidP="00AE4BFC">
      <w:pPr>
        <w:rPr>
          <w:rFonts w:ascii="Trebuchet MS" w:hAnsi="Trebuchet MS"/>
          <w:sz w:val="16"/>
        </w:rPr>
      </w:pPr>
    </w:p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Default="00007DAA" w:rsidP="00AE4BF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07DAA" w:rsidTr="00074E7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DAA" w:rsidRPr="00495DEF" w:rsidRDefault="00007DAA" w:rsidP="00074E7E">
            <w:pPr>
              <w:rPr>
                <w:rFonts w:ascii="Trebuchet MS" w:hAnsi="Trebuchet MS"/>
                <w:sz w:val="20"/>
              </w:rPr>
            </w:pPr>
          </w:p>
        </w:tc>
      </w:tr>
    </w:tbl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Default="00007DAA" w:rsidP="00AE4BF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07DAA" w:rsidRPr="008A0A60" w:rsidRDefault="00007DAA" w:rsidP="00AE4BF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07DAA" w:rsidRDefault="00007DAA" w:rsidP="00AE4BFC">
      <w:pPr>
        <w:rPr>
          <w:rFonts w:ascii="Trebuchet MS" w:hAnsi="Trebuchet MS"/>
          <w:sz w:val="18"/>
        </w:rPr>
      </w:pPr>
    </w:p>
    <w:p w:rsidR="00007DAA" w:rsidRDefault="00007DAA" w:rsidP="00AE4BFC">
      <w:pPr>
        <w:jc w:val="both"/>
        <w:rPr>
          <w:rFonts w:ascii="Trebuchet MS" w:hAnsi="Trebuchet MS"/>
          <w:sz w:val="18"/>
        </w:rPr>
      </w:pPr>
    </w:p>
    <w:p w:rsidR="00007DAA" w:rsidRDefault="00007DAA" w:rsidP="00AE4BFC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07DAA" w:rsidRDefault="00007DAA" w:rsidP="00AE4BFC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07DAA" w:rsidRDefault="00007DAA" w:rsidP="0066138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si informa che i dati contenuti nel presente modulo verranno trattati nel rispetto della normativa vigente</w:t>
      </w:r>
      <w:r w:rsidR="00A65AA9">
        <w:rPr>
          <w:rFonts w:ascii="Trebuchet MS" w:hAnsi="Trebuchet MS"/>
          <w:sz w:val="18"/>
          <w:u w:val="single"/>
        </w:rPr>
        <w:t xml:space="preserve">, </w:t>
      </w:r>
      <w:r w:rsidRPr="008A0A60">
        <w:rPr>
          <w:rFonts w:ascii="Trebuchet MS" w:hAnsi="Trebuchet MS"/>
          <w:sz w:val="18"/>
          <w:u w:val="single"/>
        </w:rPr>
        <w:t>esclusivamente per le finalità per cui sono richiesti.</w:t>
      </w:r>
    </w:p>
    <w:p w:rsidR="00007DAA" w:rsidRPr="00AE4BFC" w:rsidRDefault="00007DAA" w:rsidP="00AE4BFC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007DAA" w:rsidRPr="00AE4BFC" w:rsidRDefault="00007DAA" w:rsidP="00AE4BFC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007DAA" w:rsidRPr="00AE4BFC" w:rsidRDefault="00007DAA" w:rsidP="00AE4BF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007DAA" w:rsidRPr="00AE4BFC" w:rsidRDefault="00007DAA" w:rsidP="00AE4BFC">
      <w:pPr>
        <w:rPr>
          <w:rFonts w:ascii="Arial" w:hAnsi="Arial" w:cs="Arial"/>
          <w:sz w:val="2"/>
          <w:szCs w:val="2"/>
        </w:rPr>
      </w:pPr>
    </w:p>
    <w:p w:rsidR="00007DAA" w:rsidRDefault="00007DAA" w:rsidP="006E4CAA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/>
          <w:sz w:val="16"/>
        </w:rPr>
        <w:sectPr w:rsidR="00007DAA" w:rsidSect="00DB7A3B">
          <w:headerReference w:type="default" r:id="rId8"/>
          <w:pgSz w:w="11900" w:h="16840" w:code="9"/>
          <w:pgMar w:top="2410" w:right="1134" w:bottom="1134" w:left="1134" w:header="709" w:footer="567" w:gutter="0"/>
          <w:cols w:space="708"/>
        </w:sectPr>
      </w:pPr>
      <w:bookmarkStart w:id="0" w:name="_GoBack"/>
      <w:bookmarkEnd w:id="0"/>
    </w:p>
    <w:p w:rsidR="00007DAA" w:rsidRDefault="00007DAA" w:rsidP="00146492">
      <w:pPr>
        <w:rPr>
          <w:rFonts w:ascii="Trebuchet MS" w:hAnsi="Trebuchet MS" w:cs="Verdana"/>
          <w:b/>
          <w:bCs/>
          <w:sz w:val="20"/>
          <w:szCs w:val="20"/>
        </w:rPr>
      </w:pPr>
    </w:p>
    <w:sectPr w:rsidR="00007DAA" w:rsidSect="00007DAA">
      <w:headerReference w:type="default" r:id="rId9"/>
      <w:type w:val="continuous"/>
      <w:pgSz w:w="11900" w:h="16840" w:code="9"/>
      <w:pgMar w:top="2410" w:right="1134" w:bottom="1134" w:left="1134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FB" w:rsidRDefault="009215FB">
      <w:r>
        <w:separator/>
      </w:r>
    </w:p>
  </w:endnote>
  <w:endnote w:type="continuationSeparator" w:id="0">
    <w:p w:rsidR="009215FB" w:rsidRDefault="0092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FB" w:rsidRDefault="009215FB">
      <w:r>
        <w:separator/>
      </w:r>
    </w:p>
  </w:footnote>
  <w:footnote w:type="continuationSeparator" w:id="0">
    <w:p w:rsidR="009215FB" w:rsidRDefault="00921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DAA" w:rsidRDefault="00007DAA" w:rsidP="00DB7A3B">
    <w:pPr>
      <w:pStyle w:val="Intestazione"/>
    </w:pPr>
  </w:p>
  <w:p w:rsidR="00007DAA" w:rsidRDefault="00007DAA" w:rsidP="00DB7A3B"/>
  <w:p w:rsidR="00007DAA" w:rsidRDefault="00007DAA" w:rsidP="00DA2BCF">
    <w:pPr>
      <w:pStyle w:val="Intestazione"/>
    </w:pPr>
  </w:p>
  <w:p w:rsidR="00007DAA" w:rsidRDefault="00007D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2D3" w:rsidRDefault="00A462D3" w:rsidP="00DB7A3B">
    <w:pPr>
      <w:pStyle w:val="Intestazione"/>
    </w:pPr>
  </w:p>
  <w:p w:rsidR="00A462D3" w:rsidRDefault="00A462D3" w:rsidP="00DB7A3B"/>
  <w:p w:rsidR="00A462D3" w:rsidRDefault="00A462D3" w:rsidP="00DA2BCF">
    <w:pPr>
      <w:pStyle w:val="Intestazione"/>
    </w:pPr>
  </w:p>
  <w:p w:rsidR="00A462D3" w:rsidRDefault="00A462D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2510762"/>
    <w:multiLevelType w:val="hybridMultilevel"/>
    <w:tmpl w:val="0D2246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3723A2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4935F9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0E05"/>
    <w:multiLevelType w:val="hybridMultilevel"/>
    <w:tmpl w:val="41907FEA"/>
    <w:lvl w:ilvl="0" w:tplc="3AC0351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1">
    <w:nsid w:val="15423B38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38661FBC">
      <w:start w:val="1"/>
      <w:numFmt w:val="lowerLetter"/>
      <w:lvlText w:val="%2)"/>
      <w:lvlJc w:val="left"/>
      <w:pPr>
        <w:ind w:left="108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46039"/>
    <w:multiLevelType w:val="hybridMultilevel"/>
    <w:tmpl w:val="77E88C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850CCFA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16002689"/>
    <w:multiLevelType w:val="hybridMultilevel"/>
    <w:tmpl w:val="46EA13A8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F6F0E6A0">
      <w:start w:val="1"/>
      <w:numFmt w:val="decimal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A63"/>
    <w:multiLevelType w:val="hybridMultilevel"/>
    <w:tmpl w:val="83D87296"/>
    <w:lvl w:ilvl="0" w:tplc="40E059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02B3CA6"/>
    <w:multiLevelType w:val="hybridMultilevel"/>
    <w:tmpl w:val="D8583530"/>
    <w:lvl w:ilvl="0" w:tplc="04100011">
      <w:start w:val="1"/>
      <w:numFmt w:val="decimal"/>
      <w:lvlText w:val="%1)"/>
      <w:lvlJc w:val="left"/>
      <w:pPr>
        <w:ind w:left="1145" w:hanging="360"/>
      </w:pPr>
    </w:lvl>
    <w:lvl w:ilvl="1" w:tplc="04100011">
      <w:start w:val="1"/>
      <w:numFmt w:val="decimal"/>
      <w:lvlText w:val="%2)"/>
      <w:lvlJc w:val="left"/>
      <w:pPr>
        <w:ind w:left="1865" w:hanging="360"/>
      </w:pPr>
    </w:lvl>
    <w:lvl w:ilvl="2" w:tplc="0410001B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>
      <w:start w:val="1"/>
      <w:numFmt w:val="lowerRoman"/>
      <w:lvlText w:val="%6."/>
      <w:lvlJc w:val="right"/>
      <w:pPr>
        <w:ind w:left="4745" w:hanging="180"/>
      </w:pPr>
    </w:lvl>
    <w:lvl w:ilvl="6" w:tplc="0410000F">
      <w:start w:val="1"/>
      <w:numFmt w:val="decimal"/>
      <w:lvlText w:val="%7."/>
      <w:lvlJc w:val="left"/>
      <w:pPr>
        <w:ind w:left="5465" w:hanging="360"/>
      </w:pPr>
    </w:lvl>
    <w:lvl w:ilvl="7" w:tplc="04100019">
      <w:start w:val="1"/>
      <w:numFmt w:val="lowerLetter"/>
      <w:lvlText w:val="%8."/>
      <w:lvlJc w:val="left"/>
      <w:pPr>
        <w:ind w:left="6185" w:hanging="360"/>
      </w:pPr>
    </w:lvl>
    <w:lvl w:ilvl="8" w:tplc="0410001B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2E31952"/>
    <w:multiLevelType w:val="hybridMultilevel"/>
    <w:tmpl w:val="33B072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270A641B"/>
    <w:multiLevelType w:val="hybridMultilevel"/>
    <w:tmpl w:val="3AA4EF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9C647EB"/>
    <w:multiLevelType w:val="hybridMultilevel"/>
    <w:tmpl w:val="77ECF8AA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03768A9"/>
    <w:multiLevelType w:val="hybridMultilevel"/>
    <w:tmpl w:val="BF28EE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1147DB2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38AD01DD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A7E3BC2"/>
    <w:multiLevelType w:val="hybridMultilevel"/>
    <w:tmpl w:val="A79A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1">
    <w:nsid w:val="3D936430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E980416"/>
    <w:multiLevelType w:val="hybridMultilevel"/>
    <w:tmpl w:val="DDA80426"/>
    <w:lvl w:ilvl="0" w:tplc="D99CD5EE">
      <w:start w:val="1"/>
      <w:numFmt w:val="decimal"/>
      <w:lvlText w:val="%1)"/>
      <w:lvlJc w:val="left"/>
      <w:pPr>
        <w:ind w:left="927" w:hanging="360"/>
      </w:pPr>
      <w:rPr>
        <w:rFonts w:ascii="Trebuchet MS" w:eastAsia="Times New Roman" w:hAnsi="Trebuchet MS" w:cs="Verdana"/>
      </w:rPr>
    </w:lvl>
    <w:lvl w:ilvl="1" w:tplc="5E7C3D3E">
      <w:start w:val="1"/>
      <w:numFmt w:val="lowerLetter"/>
      <w:lvlText w:val="%2)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2091115"/>
    <w:multiLevelType w:val="hybridMultilevel"/>
    <w:tmpl w:val="CFEE57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8661FBC">
      <w:start w:val="1"/>
      <w:numFmt w:val="lowerLetter"/>
      <w:lvlText w:val="%2)"/>
      <w:lvlJc w:val="left"/>
      <w:pPr>
        <w:ind w:left="1440" w:hanging="360"/>
      </w:pPr>
      <w:rPr>
        <w:rFonts w:ascii="Trebuchet MS" w:eastAsia="Times New Roman" w:hAnsi="Trebuchet MS" w:cs="Verdana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56913"/>
    <w:multiLevelType w:val="hybridMultilevel"/>
    <w:tmpl w:val="800A71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49904FD3"/>
    <w:multiLevelType w:val="hybridMultilevel"/>
    <w:tmpl w:val="3B9C4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54690C12"/>
    <w:multiLevelType w:val="hybridMultilevel"/>
    <w:tmpl w:val="749E2A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1">
    <w:nsid w:val="5BC607B4"/>
    <w:multiLevelType w:val="hybridMultilevel"/>
    <w:tmpl w:val="87BE1C46"/>
    <w:lvl w:ilvl="0" w:tplc="CB562F12">
      <w:numFmt w:val="bullet"/>
      <w:lvlText w:val="•"/>
      <w:lvlJc w:val="left"/>
      <w:pPr>
        <w:ind w:left="1146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1">
    <w:nsid w:val="5DE6087B"/>
    <w:multiLevelType w:val="hybridMultilevel"/>
    <w:tmpl w:val="AD2AAC54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5F2C5C38"/>
    <w:multiLevelType w:val="hybridMultilevel"/>
    <w:tmpl w:val="5A7490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65077E63"/>
    <w:multiLevelType w:val="hybridMultilevel"/>
    <w:tmpl w:val="DA5C9E8C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81431"/>
    <w:multiLevelType w:val="hybridMultilevel"/>
    <w:tmpl w:val="BBE4CD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7ED16A5A"/>
    <w:multiLevelType w:val="hybridMultilevel"/>
    <w:tmpl w:val="4DD2F6B2"/>
    <w:lvl w:ilvl="0" w:tplc="BED8E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22"/>
  </w:num>
  <w:num w:numId="5">
    <w:abstractNumId w:val="27"/>
  </w:num>
  <w:num w:numId="6">
    <w:abstractNumId w:val="13"/>
  </w:num>
  <w:num w:numId="7">
    <w:abstractNumId w:val="14"/>
  </w:num>
  <w:num w:numId="8">
    <w:abstractNumId w:val="25"/>
  </w:num>
  <w:num w:numId="9">
    <w:abstractNumId w:val="2"/>
  </w:num>
  <w:num w:numId="10">
    <w:abstractNumId w:val="11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1"/>
  </w:num>
  <w:num w:numId="16">
    <w:abstractNumId w:val="24"/>
  </w:num>
  <w:num w:numId="17">
    <w:abstractNumId w:val="21"/>
  </w:num>
  <w:num w:numId="18">
    <w:abstractNumId w:val="15"/>
  </w:num>
  <w:num w:numId="19">
    <w:abstractNumId w:val="4"/>
  </w:num>
  <w:num w:numId="20">
    <w:abstractNumId w:val="9"/>
  </w:num>
  <w:num w:numId="21">
    <w:abstractNumId w:val="26"/>
  </w:num>
  <w:num w:numId="22">
    <w:abstractNumId w:val="19"/>
  </w:num>
  <w:num w:numId="23">
    <w:abstractNumId w:val="5"/>
  </w:num>
  <w:num w:numId="24">
    <w:abstractNumId w:val="3"/>
  </w:num>
  <w:num w:numId="25">
    <w:abstractNumId w:val="18"/>
  </w:num>
  <w:num w:numId="26">
    <w:abstractNumId w:val="7"/>
  </w:num>
  <w:num w:numId="27">
    <w:abstractNumId w:val="16"/>
  </w:num>
  <w:num w:numId="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3C"/>
    <w:rsid w:val="000007A7"/>
    <w:rsid w:val="0000090F"/>
    <w:rsid w:val="00000B43"/>
    <w:rsid w:val="000018FC"/>
    <w:rsid w:val="00004E02"/>
    <w:rsid w:val="00007598"/>
    <w:rsid w:val="00007DAA"/>
    <w:rsid w:val="000119B2"/>
    <w:rsid w:val="00014492"/>
    <w:rsid w:val="000150B0"/>
    <w:rsid w:val="00015C19"/>
    <w:rsid w:val="00020A79"/>
    <w:rsid w:val="00020D5F"/>
    <w:rsid w:val="000226D5"/>
    <w:rsid w:val="000227C5"/>
    <w:rsid w:val="0002454A"/>
    <w:rsid w:val="00026C3A"/>
    <w:rsid w:val="00027AD8"/>
    <w:rsid w:val="0003009C"/>
    <w:rsid w:val="00030C89"/>
    <w:rsid w:val="000318CF"/>
    <w:rsid w:val="00034762"/>
    <w:rsid w:val="00036D09"/>
    <w:rsid w:val="00040519"/>
    <w:rsid w:val="00040BAA"/>
    <w:rsid w:val="00041E6E"/>
    <w:rsid w:val="00042C0E"/>
    <w:rsid w:val="0004756C"/>
    <w:rsid w:val="000504E1"/>
    <w:rsid w:val="000534E0"/>
    <w:rsid w:val="00055A05"/>
    <w:rsid w:val="00055EDC"/>
    <w:rsid w:val="0005784A"/>
    <w:rsid w:val="00057CD8"/>
    <w:rsid w:val="0006007F"/>
    <w:rsid w:val="00060404"/>
    <w:rsid w:val="0006099F"/>
    <w:rsid w:val="00060A97"/>
    <w:rsid w:val="00061034"/>
    <w:rsid w:val="00061160"/>
    <w:rsid w:val="000611AF"/>
    <w:rsid w:val="000629C5"/>
    <w:rsid w:val="00063CE1"/>
    <w:rsid w:val="00063D84"/>
    <w:rsid w:val="00064678"/>
    <w:rsid w:val="000656EF"/>
    <w:rsid w:val="000708E7"/>
    <w:rsid w:val="00072504"/>
    <w:rsid w:val="00072608"/>
    <w:rsid w:val="000740D1"/>
    <w:rsid w:val="00074E7E"/>
    <w:rsid w:val="00077334"/>
    <w:rsid w:val="000801BB"/>
    <w:rsid w:val="000813C6"/>
    <w:rsid w:val="000822A4"/>
    <w:rsid w:val="00082E91"/>
    <w:rsid w:val="00084450"/>
    <w:rsid w:val="00085107"/>
    <w:rsid w:val="00085445"/>
    <w:rsid w:val="0008756D"/>
    <w:rsid w:val="00087C07"/>
    <w:rsid w:val="00091E98"/>
    <w:rsid w:val="0009320B"/>
    <w:rsid w:val="00093B29"/>
    <w:rsid w:val="00093B86"/>
    <w:rsid w:val="00097AF6"/>
    <w:rsid w:val="000A4310"/>
    <w:rsid w:val="000A551E"/>
    <w:rsid w:val="000A73BC"/>
    <w:rsid w:val="000B0488"/>
    <w:rsid w:val="000B1EA7"/>
    <w:rsid w:val="000B288A"/>
    <w:rsid w:val="000B3BD7"/>
    <w:rsid w:val="000B4B2A"/>
    <w:rsid w:val="000B4DFB"/>
    <w:rsid w:val="000C13F9"/>
    <w:rsid w:val="000C2623"/>
    <w:rsid w:val="000C3F14"/>
    <w:rsid w:val="000C4510"/>
    <w:rsid w:val="000C4C7E"/>
    <w:rsid w:val="000C5F23"/>
    <w:rsid w:val="000C600D"/>
    <w:rsid w:val="000C7520"/>
    <w:rsid w:val="000D1CB8"/>
    <w:rsid w:val="000D3DE8"/>
    <w:rsid w:val="000D43CF"/>
    <w:rsid w:val="000D58D8"/>
    <w:rsid w:val="000D7A34"/>
    <w:rsid w:val="000E040D"/>
    <w:rsid w:val="000E2398"/>
    <w:rsid w:val="000E4211"/>
    <w:rsid w:val="000F2A53"/>
    <w:rsid w:val="000F5C18"/>
    <w:rsid w:val="000F72EF"/>
    <w:rsid w:val="000F7574"/>
    <w:rsid w:val="00101066"/>
    <w:rsid w:val="0010254E"/>
    <w:rsid w:val="00102843"/>
    <w:rsid w:val="0010309F"/>
    <w:rsid w:val="00104204"/>
    <w:rsid w:val="00106E1F"/>
    <w:rsid w:val="00110022"/>
    <w:rsid w:val="00110CC3"/>
    <w:rsid w:val="00111E02"/>
    <w:rsid w:val="00112501"/>
    <w:rsid w:val="0011344F"/>
    <w:rsid w:val="00114279"/>
    <w:rsid w:val="0011471D"/>
    <w:rsid w:val="0011486F"/>
    <w:rsid w:val="00114925"/>
    <w:rsid w:val="00114D53"/>
    <w:rsid w:val="001158EA"/>
    <w:rsid w:val="001161BB"/>
    <w:rsid w:val="00120905"/>
    <w:rsid w:val="00121EF7"/>
    <w:rsid w:val="001258ED"/>
    <w:rsid w:val="00131727"/>
    <w:rsid w:val="00131C58"/>
    <w:rsid w:val="00134D98"/>
    <w:rsid w:val="00135DBE"/>
    <w:rsid w:val="001368A3"/>
    <w:rsid w:val="00140FCF"/>
    <w:rsid w:val="00146492"/>
    <w:rsid w:val="00146B3C"/>
    <w:rsid w:val="00146C2A"/>
    <w:rsid w:val="00147E9C"/>
    <w:rsid w:val="00150095"/>
    <w:rsid w:val="00150D35"/>
    <w:rsid w:val="0015261C"/>
    <w:rsid w:val="00153119"/>
    <w:rsid w:val="00154019"/>
    <w:rsid w:val="00155EDC"/>
    <w:rsid w:val="00156946"/>
    <w:rsid w:val="00161829"/>
    <w:rsid w:val="00161A4F"/>
    <w:rsid w:val="00163852"/>
    <w:rsid w:val="00164E7A"/>
    <w:rsid w:val="00165320"/>
    <w:rsid w:val="00165D20"/>
    <w:rsid w:val="00165D35"/>
    <w:rsid w:val="00166453"/>
    <w:rsid w:val="00166E91"/>
    <w:rsid w:val="00173A41"/>
    <w:rsid w:val="00176705"/>
    <w:rsid w:val="00176CCF"/>
    <w:rsid w:val="00177156"/>
    <w:rsid w:val="00180159"/>
    <w:rsid w:val="00182503"/>
    <w:rsid w:val="0018280C"/>
    <w:rsid w:val="0018356F"/>
    <w:rsid w:val="00183A06"/>
    <w:rsid w:val="00184DFA"/>
    <w:rsid w:val="00184E62"/>
    <w:rsid w:val="00184F35"/>
    <w:rsid w:val="00186D8E"/>
    <w:rsid w:val="0018770D"/>
    <w:rsid w:val="00192D5D"/>
    <w:rsid w:val="00195852"/>
    <w:rsid w:val="00196AF0"/>
    <w:rsid w:val="001A03C8"/>
    <w:rsid w:val="001A3D4A"/>
    <w:rsid w:val="001A4CEE"/>
    <w:rsid w:val="001A4F55"/>
    <w:rsid w:val="001A6461"/>
    <w:rsid w:val="001A6672"/>
    <w:rsid w:val="001A6B91"/>
    <w:rsid w:val="001A7466"/>
    <w:rsid w:val="001A7C0C"/>
    <w:rsid w:val="001B265D"/>
    <w:rsid w:val="001B2F8C"/>
    <w:rsid w:val="001B3620"/>
    <w:rsid w:val="001B3689"/>
    <w:rsid w:val="001B498B"/>
    <w:rsid w:val="001B582C"/>
    <w:rsid w:val="001B671F"/>
    <w:rsid w:val="001B77A4"/>
    <w:rsid w:val="001B7ABE"/>
    <w:rsid w:val="001C1D31"/>
    <w:rsid w:val="001C1D74"/>
    <w:rsid w:val="001C1E8C"/>
    <w:rsid w:val="001C329F"/>
    <w:rsid w:val="001C3708"/>
    <w:rsid w:val="001C56BF"/>
    <w:rsid w:val="001D0BF8"/>
    <w:rsid w:val="001D0EF2"/>
    <w:rsid w:val="001D127D"/>
    <w:rsid w:val="001D3EC3"/>
    <w:rsid w:val="001D5869"/>
    <w:rsid w:val="001D6C36"/>
    <w:rsid w:val="001D724C"/>
    <w:rsid w:val="001E2DF9"/>
    <w:rsid w:val="001F01A2"/>
    <w:rsid w:val="001F04F7"/>
    <w:rsid w:val="001F45A4"/>
    <w:rsid w:val="001F5654"/>
    <w:rsid w:val="001F593E"/>
    <w:rsid w:val="002002B3"/>
    <w:rsid w:val="00201B6C"/>
    <w:rsid w:val="002033B9"/>
    <w:rsid w:val="00204116"/>
    <w:rsid w:val="00210DB2"/>
    <w:rsid w:val="00212B9E"/>
    <w:rsid w:val="00213015"/>
    <w:rsid w:val="002220ED"/>
    <w:rsid w:val="002223D5"/>
    <w:rsid w:val="002225FF"/>
    <w:rsid w:val="0022402C"/>
    <w:rsid w:val="00224521"/>
    <w:rsid w:val="002248AE"/>
    <w:rsid w:val="0022570D"/>
    <w:rsid w:val="00225A17"/>
    <w:rsid w:val="002300E7"/>
    <w:rsid w:val="002322A7"/>
    <w:rsid w:val="002339A3"/>
    <w:rsid w:val="00234E06"/>
    <w:rsid w:val="002358BE"/>
    <w:rsid w:val="00240D9B"/>
    <w:rsid w:val="00242185"/>
    <w:rsid w:val="002427F6"/>
    <w:rsid w:val="00244AE8"/>
    <w:rsid w:val="00245575"/>
    <w:rsid w:val="002456A4"/>
    <w:rsid w:val="0024739A"/>
    <w:rsid w:val="0024741C"/>
    <w:rsid w:val="002505DF"/>
    <w:rsid w:val="0025683C"/>
    <w:rsid w:val="00257BB1"/>
    <w:rsid w:val="00261169"/>
    <w:rsid w:val="00261592"/>
    <w:rsid w:val="00262CA2"/>
    <w:rsid w:val="00263A90"/>
    <w:rsid w:val="00265C89"/>
    <w:rsid w:val="00266176"/>
    <w:rsid w:val="00271AA3"/>
    <w:rsid w:val="00274BAD"/>
    <w:rsid w:val="00280446"/>
    <w:rsid w:val="002807DF"/>
    <w:rsid w:val="002825D2"/>
    <w:rsid w:val="00283E25"/>
    <w:rsid w:val="00285DBF"/>
    <w:rsid w:val="00285F04"/>
    <w:rsid w:val="00285F9C"/>
    <w:rsid w:val="0028728E"/>
    <w:rsid w:val="0029236B"/>
    <w:rsid w:val="00293722"/>
    <w:rsid w:val="002944D8"/>
    <w:rsid w:val="002948E4"/>
    <w:rsid w:val="00294AA5"/>
    <w:rsid w:val="002A031A"/>
    <w:rsid w:val="002A06BE"/>
    <w:rsid w:val="002A1376"/>
    <w:rsid w:val="002A1A28"/>
    <w:rsid w:val="002A21E8"/>
    <w:rsid w:val="002A30D3"/>
    <w:rsid w:val="002A4D8B"/>
    <w:rsid w:val="002A6B31"/>
    <w:rsid w:val="002A7D96"/>
    <w:rsid w:val="002B08A5"/>
    <w:rsid w:val="002B08AD"/>
    <w:rsid w:val="002B0F72"/>
    <w:rsid w:val="002B6F62"/>
    <w:rsid w:val="002C09DB"/>
    <w:rsid w:val="002C3B8A"/>
    <w:rsid w:val="002C4C9C"/>
    <w:rsid w:val="002C5DE4"/>
    <w:rsid w:val="002C6BBF"/>
    <w:rsid w:val="002C738B"/>
    <w:rsid w:val="002C743C"/>
    <w:rsid w:val="002D2CC3"/>
    <w:rsid w:val="002D40BC"/>
    <w:rsid w:val="002D56CA"/>
    <w:rsid w:val="002D5DD5"/>
    <w:rsid w:val="002D7109"/>
    <w:rsid w:val="002E1809"/>
    <w:rsid w:val="002E1FF7"/>
    <w:rsid w:val="002E3A72"/>
    <w:rsid w:val="002E3DCC"/>
    <w:rsid w:val="002E3F05"/>
    <w:rsid w:val="002E40EE"/>
    <w:rsid w:val="002E41EA"/>
    <w:rsid w:val="002E577D"/>
    <w:rsid w:val="002E61B0"/>
    <w:rsid w:val="002E68A1"/>
    <w:rsid w:val="002E7947"/>
    <w:rsid w:val="002F04B3"/>
    <w:rsid w:val="002F13A4"/>
    <w:rsid w:val="002F1B17"/>
    <w:rsid w:val="002F1E7E"/>
    <w:rsid w:val="002F1EA5"/>
    <w:rsid w:val="002F1F21"/>
    <w:rsid w:val="002F2102"/>
    <w:rsid w:val="002F3A93"/>
    <w:rsid w:val="002F4127"/>
    <w:rsid w:val="002F4155"/>
    <w:rsid w:val="002F434D"/>
    <w:rsid w:val="002F4FC6"/>
    <w:rsid w:val="002F6BD7"/>
    <w:rsid w:val="002F7850"/>
    <w:rsid w:val="0030157A"/>
    <w:rsid w:val="003015CC"/>
    <w:rsid w:val="003024F8"/>
    <w:rsid w:val="00302C15"/>
    <w:rsid w:val="00305D38"/>
    <w:rsid w:val="00311728"/>
    <w:rsid w:val="00313533"/>
    <w:rsid w:val="003135EE"/>
    <w:rsid w:val="00315C8C"/>
    <w:rsid w:val="00315EF1"/>
    <w:rsid w:val="00316ABE"/>
    <w:rsid w:val="00317FAE"/>
    <w:rsid w:val="0032024D"/>
    <w:rsid w:val="00321979"/>
    <w:rsid w:val="00323C89"/>
    <w:rsid w:val="00323EB3"/>
    <w:rsid w:val="00324A98"/>
    <w:rsid w:val="003265E1"/>
    <w:rsid w:val="003267FC"/>
    <w:rsid w:val="00327BEC"/>
    <w:rsid w:val="003302E4"/>
    <w:rsid w:val="00331A25"/>
    <w:rsid w:val="00331A90"/>
    <w:rsid w:val="00334DD6"/>
    <w:rsid w:val="00334EBB"/>
    <w:rsid w:val="003359B9"/>
    <w:rsid w:val="003377B8"/>
    <w:rsid w:val="00337963"/>
    <w:rsid w:val="00341C25"/>
    <w:rsid w:val="003423F6"/>
    <w:rsid w:val="0034490F"/>
    <w:rsid w:val="00345366"/>
    <w:rsid w:val="003456F8"/>
    <w:rsid w:val="0034708D"/>
    <w:rsid w:val="00347480"/>
    <w:rsid w:val="00351A45"/>
    <w:rsid w:val="003526D9"/>
    <w:rsid w:val="00354A9B"/>
    <w:rsid w:val="00354BE7"/>
    <w:rsid w:val="003555C5"/>
    <w:rsid w:val="0036325F"/>
    <w:rsid w:val="00364F06"/>
    <w:rsid w:val="00371E8E"/>
    <w:rsid w:val="00371F8E"/>
    <w:rsid w:val="00373601"/>
    <w:rsid w:val="003736ED"/>
    <w:rsid w:val="00375034"/>
    <w:rsid w:val="003768B0"/>
    <w:rsid w:val="00380D6F"/>
    <w:rsid w:val="00381D55"/>
    <w:rsid w:val="00384E8F"/>
    <w:rsid w:val="00386928"/>
    <w:rsid w:val="00394021"/>
    <w:rsid w:val="00394745"/>
    <w:rsid w:val="00394E16"/>
    <w:rsid w:val="00397717"/>
    <w:rsid w:val="003A0B16"/>
    <w:rsid w:val="003A1AC9"/>
    <w:rsid w:val="003A3A9E"/>
    <w:rsid w:val="003A3EF0"/>
    <w:rsid w:val="003A4487"/>
    <w:rsid w:val="003A466D"/>
    <w:rsid w:val="003A4DF9"/>
    <w:rsid w:val="003A6B4C"/>
    <w:rsid w:val="003B1596"/>
    <w:rsid w:val="003B3C6D"/>
    <w:rsid w:val="003B7C11"/>
    <w:rsid w:val="003C0B3A"/>
    <w:rsid w:val="003C1DDA"/>
    <w:rsid w:val="003C3A20"/>
    <w:rsid w:val="003D0A00"/>
    <w:rsid w:val="003D1197"/>
    <w:rsid w:val="003D158F"/>
    <w:rsid w:val="003D2DA1"/>
    <w:rsid w:val="003D4B3B"/>
    <w:rsid w:val="003D6A35"/>
    <w:rsid w:val="003D6F49"/>
    <w:rsid w:val="003E0484"/>
    <w:rsid w:val="003E0F44"/>
    <w:rsid w:val="003E1541"/>
    <w:rsid w:val="003E5218"/>
    <w:rsid w:val="003E530E"/>
    <w:rsid w:val="003E5F09"/>
    <w:rsid w:val="003E6AFD"/>
    <w:rsid w:val="003F00ED"/>
    <w:rsid w:val="003F020D"/>
    <w:rsid w:val="003F100D"/>
    <w:rsid w:val="003F185B"/>
    <w:rsid w:val="003F3E99"/>
    <w:rsid w:val="003F5E3D"/>
    <w:rsid w:val="00400858"/>
    <w:rsid w:val="00400A9B"/>
    <w:rsid w:val="00403A7C"/>
    <w:rsid w:val="00404209"/>
    <w:rsid w:val="00404E21"/>
    <w:rsid w:val="00404EB3"/>
    <w:rsid w:val="00406492"/>
    <w:rsid w:val="00406735"/>
    <w:rsid w:val="00406B00"/>
    <w:rsid w:val="00407B35"/>
    <w:rsid w:val="00412310"/>
    <w:rsid w:val="004131C0"/>
    <w:rsid w:val="004145AD"/>
    <w:rsid w:val="00414AFE"/>
    <w:rsid w:val="0041693E"/>
    <w:rsid w:val="00420327"/>
    <w:rsid w:val="00423179"/>
    <w:rsid w:val="004241E3"/>
    <w:rsid w:val="0042499D"/>
    <w:rsid w:val="004252E9"/>
    <w:rsid w:val="004254B8"/>
    <w:rsid w:val="00425D15"/>
    <w:rsid w:val="00426C38"/>
    <w:rsid w:val="00430B61"/>
    <w:rsid w:val="00433A2A"/>
    <w:rsid w:val="00433AE4"/>
    <w:rsid w:val="00434783"/>
    <w:rsid w:val="004418BC"/>
    <w:rsid w:val="00443F17"/>
    <w:rsid w:val="00446D39"/>
    <w:rsid w:val="00447EE6"/>
    <w:rsid w:val="0045047E"/>
    <w:rsid w:val="004505D2"/>
    <w:rsid w:val="00450B7F"/>
    <w:rsid w:val="004535DA"/>
    <w:rsid w:val="00456C8B"/>
    <w:rsid w:val="0046235F"/>
    <w:rsid w:val="00463DFC"/>
    <w:rsid w:val="004645BB"/>
    <w:rsid w:val="00466A4D"/>
    <w:rsid w:val="00467573"/>
    <w:rsid w:val="00472868"/>
    <w:rsid w:val="0047330F"/>
    <w:rsid w:val="0047359E"/>
    <w:rsid w:val="00473872"/>
    <w:rsid w:val="004742F1"/>
    <w:rsid w:val="00475377"/>
    <w:rsid w:val="00480439"/>
    <w:rsid w:val="0048051D"/>
    <w:rsid w:val="004822F3"/>
    <w:rsid w:val="004838DC"/>
    <w:rsid w:val="004842AC"/>
    <w:rsid w:val="00484701"/>
    <w:rsid w:val="00484845"/>
    <w:rsid w:val="00485A1E"/>
    <w:rsid w:val="004874BF"/>
    <w:rsid w:val="004876F2"/>
    <w:rsid w:val="00487E15"/>
    <w:rsid w:val="004900AD"/>
    <w:rsid w:val="0049078C"/>
    <w:rsid w:val="00490C20"/>
    <w:rsid w:val="00492401"/>
    <w:rsid w:val="00496708"/>
    <w:rsid w:val="004968FA"/>
    <w:rsid w:val="00496E72"/>
    <w:rsid w:val="004A0286"/>
    <w:rsid w:val="004A4F54"/>
    <w:rsid w:val="004A5EAE"/>
    <w:rsid w:val="004A7EDB"/>
    <w:rsid w:val="004B0927"/>
    <w:rsid w:val="004B12A0"/>
    <w:rsid w:val="004B24AE"/>
    <w:rsid w:val="004B5114"/>
    <w:rsid w:val="004B79E1"/>
    <w:rsid w:val="004B7A1A"/>
    <w:rsid w:val="004C249F"/>
    <w:rsid w:val="004C30F9"/>
    <w:rsid w:val="004C478E"/>
    <w:rsid w:val="004C6BFC"/>
    <w:rsid w:val="004D1857"/>
    <w:rsid w:val="004D75BC"/>
    <w:rsid w:val="004E203C"/>
    <w:rsid w:val="004E2292"/>
    <w:rsid w:val="004E4E6F"/>
    <w:rsid w:val="004F0FDE"/>
    <w:rsid w:val="004F2100"/>
    <w:rsid w:val="004F22C9"/>
    <w:rsid w:val="004F268A"/>
    <w:rsid w:val="004F2F41"/>
    <w:rsid w:val="004F348B"/>
    <w:rsid w:val="004F3E4D"/>
    <w:rsid w:val="004F3E96"/>
    <w:rsid w:val="004F3F57"/>
    <w:rsid w:val="004F43B0"/>
    <w:rsid w:val="004F44EE"/>
    <w:rsid w:val="004F605D"/>
    <w:rsid w:val="004F7190"/>
    <w:rsid w:val="004F7C57"/>
    <w:rsid w:val="00501FB9"/>
    <w:rsid w:val="00501FD6"/>
    <w:rsid w:val="0050360E"/>
    <w:rsid w:val="005049BB"/>
    <w:rsid w:val="00507FEE"/>
    <w:rsid w:val="00510A85"/>
    <w:rsid w:val="005112CC"/>
    <w:rsid w:val="005121EB"/>
    <w:rsid w:val="0051272E"/>
    <w:rsid w:val="005127CE"/>
    <w:rsid w:val="00514DEE"/>
    <w:rsid w:val="00516056"/>
    <w:rsid w:val="0051686A"/>
    <w:rsid w:val="005174E1"/>
    <w:rsid w:val="005214AB"/>
    <w:rsid w:val="005214EE"/>
    <w:rsid w:val="00522AC9"/>
    <w:rsid w:val="00523416"/>
    <w:rsid w:val="00524786"/>
    <w:rsid w:val="005249FB"/>
    <w:rsid w:val="00525011"/>
    <w:rsid w:val="00525D53"/>
    <w:rsid w:val="00526966"/>
    <w:rsid w:val="00526FD5"/>
    <w:rsid w:val="005276AE"/>
    <w:rsid w:val="00531C25"/>
    <w:rsid w:val="0053282F"/>
    <w:rsid w:val="00533F8C"/>
    <w:rsid w:val="00534A51"/>
    <w:rsid w:val="00535C7F"/>
    <w:rsid w:val="005412B4"/>
    <w:rsid w:val="0054330A"/>
    <w:rsid w:val="00544E5F"/>
    <w:rsid w:val="00545628"/>
    <w:rsid w:val="0054587A"/>
    <w:rsid w:val="00547EEA"/>
    <w:rsid w:val="00550C61"/>
    <w:rsid w:val="00556E9B"/>
    <w:rsid w:val="0055705E"/>
    <w:rsid w:val="00557483"/>
    <w:rsid w:val="00560A21"/>
    <w:rsid w:val="00560FD7"/>
    <w:rsid w:val="00561A11"/>
    <w:rsid w:val="00563F57"/>
    <w:rsid w:val="00563FBD"/>
    <w:rsid w:val="00564682"/>
    <w:rsid w:val="00565A7D"/>
    <w:rsid w:val="00565CB9"/>
    <w:rsid w:val="005677FD"/>
    <w:rsid w:val="00567FEE"/>
    <w:rsid w:val="005725CB"/>
    <w:rsid w:val="005752E0"/>
    <w:rsid w:val="00575C2C"/>
    <w:rsid w:val="005764EC"/>
    <w:rsid w:val="005777E3"/>
    <w:rsid w:val="00591555"/>
    <w:rsid w:val="005926EC"/>
    <w:rsid w:val="00592A21"/>
    <w:rsid w:val="00592F05"/>
    <w:rsid w:val="005931A2"/>
    <w:rsid w:val="00593475"/>
    <w:rsid w:val="00594B27"/>
    <w:rsid w:val="00595A78"/>
    <w:rsid w:val="00595BDF"/>
    <w:rsid w:val="005976C8"/>
    <w:rsid w:val="005A05B5"/>
    <w:rsid w:val="005A0EF8"/>
    <w:rsid w:val="005A1303"/>
    <w:rsid w:val="005A508A"/>
    <w:rsid w:val="005A59CE"/>
    <w:rsid w:val="005A6199"/>
    <w:rsid w:val="005A6D00"/>
    <w:rsid w:val="005B1DD3"/>
    <w:rsid w:val="005B2B36"/>
    <w:rsid w:val="005B3BC4"/>
    <w:rsid w:val="005B410D"/>
    <w:rsid w:val="005B5F4B"/>
    <w:rsid w:val="005B7FB0"/>
    <w:rsid w:val="005C0B52"/>
    <w:rsid w:val="005C0D79"/>
    <w:rsid w:val="005C2DC4"/>
    <w:rsid w:val="005C3EE8"/>
    <w:rsid w:val="005C4A10"/>
    <w:rsid w:val="005C7153"/>
    <w:rsid w:val="005C77E4"/>
    <w:rsid w:val="005C7F90"/>
    <w:rsid w:val="005D0566"/>
    <w:rsid w:val="005D12C7"/>
    <w:rsid w:val="005D2947"/>
    <w:rsid w:val="005D3409"/>
    <w:rsid w:val="005D72CF"/>
    <w:rsid w:val="005E0934"/>
    <w:rsid w:val="005E6558"/>
    <w:rsid w:val="005E66EA"/>
    <w:rsid w:val="005F0004"/>
    <w:rsid w:val="005F0B6D"/>
    <w:rsid w:val="005F21FF"/>
    <w:rsid w:val="005F253D"/>
    <w:rsid w:val="005F5DE9"/>
    <w:rsid w:val="005F6081"/>
    <w:rsid w:val="005F66DA"/>
    <w:rsid w:val="005F6747"/>
    <w:rsid w:val="005F7BFB"/>
    <w:rsid w:val="006009F0"/>
    <w:rsid w:val="0060114A"/>
    <w:rsid w:val="00605B21"/>
    <w:rsid w:val="00606B59"/>
    <w:rsid w:val="0061030B"/>
    <w:rsid w:val="006125C4"/>
    <w:rsid w:val="00615714"/>
    <w:rsid w:val="00617C09"/>
    <w:rsid w:val="0062155F"/>
    <w:rsid w:val="006274B0"/>
    <w:rsid w:val="00627FFB"/>
    <w:rsid w:val="00631063"/>
    <w:rsid w:val="006312DF"/>
    <w:rsid w:val="00631869"/>
    <w:rsid w:val="00633E5E"/>
    <w:rsid w:val="00634881"/>
    <w:rsid w:val="00634C89"/>
    <w:rsid w:val="0063603F"/>
    <w:rsid w:val="00636536"/>
    <w:rsid w:val="00636D1A"/>
    <w:rsid w:val="0063784A"/>
    <w:rsid w:val="0064108C"/>
    <w:rsid w:val="006411C1"/>
    <w:rsid w:val="006518E2"/>
    <w:rsid w:val="00651ABE"/>
    <w:rsid w:val="00652F31"/>
    <w:rsid w:val="00653E5F"/>
    <w:rsid w:val="0065584E"/>
    <w:rsid w:val="006569C5"/>
    <w:rsid w:val="006573B0"/>
    <w:rsid w:val="00660BD1"/>
    <w:rsid w:val="00661383"/>
    <w:rsid w:val="0066163A"/>
    <w:rsid w:val="006616F6"/>
    <w:rsid w:val="00662A6F"/>
    <w:rsid w:val="00664DD7"/>
    <w:rsid w:val="006658CE"/>
    <w:rsid w:val="0067059A"/>
    <w:rsid w:val="00671003"/>
    <w:rsid w:val="00672CC8"/>
    <w:rsid w:val="0067525E"/>
    <w:rsid w:val="00677BB0"/>
    <w:rsid w:val="0068084A"/>
    <w:rsid w:val="00680897"/>
    <w:rsid w:val="006830F7"/>
    <w:rsid w:val="0068377C"/>
    <w:rsid w:val="006839BD"/>
    <w:rsid w:val="006874B5"/>
    <w:rsid w:val="00692368"/>
    <w:rsid w:val="006950FB"/>
    <w:rsid w:val="0069510B"/>
    <w:rsid w:val="0069795E"/>
    <w:rsid w:val="006A05FE"/>
    <w:rsid w:val="006A1129"/>
    <w:rsid w:val="006A241C"/>
    <w:rsid w:val="006A2773"/>
    <w:rsid w:val="006A52AB"/>
    <w:rsid w:val="006A555E"/>
    <w:rsid w:val="006B2424"/>
    <w:rsid w:val="006B3594"/>
    <w:rsid w:val="006B3A92"/>
    <w:rsid w:val="006B6AB0"/>
    <w:rsid w:val="006B7B38"/>
    <w:rsid w:val="006C4789"/>
    <w:rsid w:val="006C5235"/>
    <w:rsid w:val="006C64D7"/>
    <w:rsid w:val="006C7E26"/>
    <w:rsid w:val="006D1204"/>
    <w:rsid w:val="006D1764"/>
    <w:rsid w:val="006D1B79"/>
    <w:rsid w:val="006D2A73"/>
    <w:rsid w:val="006D42A5"/>
    <w:rsid w:val="006D60A4"/>
    <w:rsid w:val="006E0531"/>
    <w:rsid w:val="006E0B64"/>
    <w:rsid w:val="006E1DC4"/>
    <w:rsid w:val="006E499D"/>
    <w:rsid w:val="006E4CAA"/>
    <w:rsid w:val="006E5022"/>
    <w:rsid w:val="006E5E39"/>
    <w:rsid w:val="006F04DB"/>
    <w:rsid w:val="006F060B"/>
    <w:rsid w:val="006F1AFB"/>
    <w:rsid w:val="007000AC"/>
    <w:rsid w:val="00700960"/>
    <w:rsid w:val="0070104C"/>
    <w:rsid w:val="007033D0"/>
    <w:rsid w:val="0070374D"/>
    <w:rsid w:val="00703EAA"/>
    <w:rsid w:val="0070423D"/>
    <w:rsid w:val="00704781"/>
    <w:rsid w:val="00704DFC"/>
    <w:rsid w:val="00707B6C"/>
    <w:rsid w:val="007115BF"/>
    <w:rsid w:val="00711DE1"/>
    <w:rsid w:val="00712631"/>
    <w:rsid w:val="00716115"/>
    <w:rsid w:val="00716854"/>
    <w:rsid w:val="00720485"/>
    <w:rsid w:val="00720748"/>
    <w:rsid w:val="00722781"/>
    <w:rsid w:val="00722B9A"/>
    <w:rsid w:val="007244A5"/>
    <w:rsid w:val="00724799"/>
    <w:rsid w:val="00726091"/>
    <w:rsid w:val="007267D2"/>
    <w:rsid w:val="00726B84"/>
    <w:rsid w:val="00730D36"/>
    <w:rsid w:val="00730E60"/>
    <w:rsid w:val="007331FA"/>
    <w:rsid w:val="007339BF"/>
    <w:rsid w:val="0073494A"/>
    <w:rsid w:val="0073598D"/>
    <w:rsid w:val="007365F7"/>
    <w:rsid w:val="0073697B"/>
    <w:rsid w:val="00736F99"/>
    <w:rsid w:val="007403D2"/>
    <w:rsid w:val="007407AD"/>
    <w:rsid w:val="007417FD"/>
    <w:rsid w:val="0074241A"/>
    <w:rsid w:val="007424D3"/>
    <w:rsid w:val="007440C6"/>
    <w:rsid w:val="007457CF"/>
    <w:rsid w:val="00745D05"/>
    <w:rsid w:val="007462FF"/>
    <w:rsid w:val="00747A62"/>
    <w:rsid w:val="007510B3"/>
    <w:rsid w:val="00753058"/>
    <w:rsid w:val="00755234"/>
    <w:rsid w:val="00755347"/>
    <w:rsid w:val="007567C5"/>
    <w:rsid w:val="007569CC"/>
    <w:rsid w:val="00761115"/>
    <w:rsid w:val="0076278E"/>
    <w:rsid w:val="00763B75"/>
    <w:rsid w:val="0076757D"/>
    <w:rsid w:val="007707D6"/>
    <w:rsid w:val="00775A60"/>
    <w:rsid w:val="00775E90"/>
    <w:rsid w:val="007817FF"/>
    <w:rsid w:val="00782F2C"/>
    <w:rsid w:val="00782FF0"/>
    <w:rsid w:val="007830F3"/>
    <w:rsid w:val="0078360E"/>
    <w:rsid w:val="00783B42"/>
    <w:rsid w:val="0078685F"/>
    <w:rsid w:val="007868E3"/>
    <w:rsid w:val="0078786E"/>
    <w:rsid w:val="007909DA"/>
    <w:rsid w:val="00791234"/>
    <w:rsid w:val="00791922"/>
    <w:rsid w:val="007938A9"/>
    <w:rsid w:val="00793ECE"/>
    <w:rsid w:val="00794FAC"/>
    <w:rsid w:val="00795641"/>
    <w:rsid w:val="00795668"/>
    <w:rsid w:val="00795D8D"/>
    <w:rsid w:val="007A19E5"/>
    <w:rsid w:val="007A2C84"/>
    <w:rsid w:val="007A3F35"/>
    <w:rsid w:val="007A4631"/>
    <w:rsid w:val="007A5023"/>
    <w:rsid w:val="007A54AB"/>
    <w:rsid w:val="007A75FC"/>
    <w:rsid w:val="007A79C3"/>
    <w:rsid w:val="007A7A2D"/>
    <w:rsid w:val="007A7DD4"/>
    <w:rsid w:val="007B2394"/>
    <w:rsid w:val="007B50E0"/>
    <w:rsid w:val="007B5B16"/>
    <w:rsid w:val="007B7DBE"/>
    <w:rsid w:val="007C13C7"/>
    <w:rsid w:val="007C1B17"/>
    <w:rsid w:val="007C1CE8"/>
    <w:rsid w:val="007C1E3A"/>
    <w:rsid w:val="007C41CF"/>
    <w:rsid w:val="007C66C9"/>
    <w:rsid w:val="007C692B"/>
    <w:rsid w:val="007D22AA"/>
    <w:rsid w:val="007D23D3"/>
    <w:rsid w:val="007D2F87"/>
    <w:rsid w:val="007D479D"/>
    <w:rsid w:val="007D4864"/>
    <w:rsid w:val="007D4F9C"/>
    <w:rsid w:val="007D6FC3"/>
    <w:rsid w:val="007D7BCE"/>
    <w:rsid w:val="007E17A9"/>
    <w:rsid w:val="007E2031"/>
    <w:rsid w:val="007E43D3"/>
    <w:rsid w:val="007E5E78"/>
    <w:rsid w:val="007E664E"/>
    <w:rsid w:val="007E6A32"/>
    <w:rsid w:val="007E73E1"/>
    <w:rsid w:val="007E78BD"/>
    <w:rsid w:val="007E7A8B"/>
    <w:rsid w:val="007F0456"/>
    <w:rsid w:val="007F1505"/>
    <w:rsid w:val="007F3466"/>
    <w:rsid w:val="007F4CF6"/>
    <w:rsid w:val="007F5C80"/>
    <w:rsid w:val="007F6127"/>
    <w:rsid w:val="007F7C17"/>
    <w:rsid w:val="00804AC1"/>
    <w:rsid w:val="008061DD"/>
    <w:rsid w:val="00807341"/>
    <w:rsid w:val="00811C6A"/>
    <w:rsid w:val="00812CBD"/>
    <w:rsid w:val="00815EA7"/>
    <w:rsid w:val="0081701B"/>
    <w:rsid w:val="00822EC2"/>
    <w:rsid w:val="00823E62"/>
    <w:rsid w:val="00824FE2"/>
    <w:rsid w:val="00824FE7"/>
    <w:rsid w:val="00825CF7"/>
    <w:rsid w:val="00825EAE"/>
    <w:rsid w:val="008268AE"/>
    <w:rsid w:val="00826921"/>
    <w:rsid w:val="008315A1"/>
    <w:rsid w:val="008343BC"/>
    <w:rsid w:val="008348EC"/>
    <w:rsid w:val="0083549D"/>
    <w:rsid w:val="0083618C"/>
    <w:rsid w:val="00837898"/>
    <w:rsid w:val="00843407"/>
    <w:rsid w:val="0084351B"/>
    <w:rsid w:val="00843BBC"/>
    <w:rsid w:val="00844AE1"/>
    <w:rsid w:val="00845ACE"/>
    <w:rsid w:val="008460A6"/>
    <w:rsid w:val="008463D4"/>
    <w:rsid w:val="00847833"/>
    <w:rsid w:val="00851722"/>
    <w:rsid w:val="00853773"/>
    <w:rsid w:val="00854124"/>
    <w:rsid w:val="0085462B"/>
    <w:rsid w:val="0085541B"/>
    <w:rsid w:val="00855E7F"/>
    <w:rsid w:val="008566D4"/>
    <w:rsid w:val="008567A9"/>
    <w:rsid w:val="00857892"/>
    <w:rsid w:val="00860DD4"/>
    <w:rsid w:val="00862682"/>
    <w:rsid w:val="00863942"/>
    <w:rsid w:val="00863F67"/>
    <w:rsid w:val="008653F4"/>
    <w:rsid w:val="00865E3F"/>
    <w:rsid w:val="0086607B"/>
    <w:rsid w:val="0086626D"/>
    <w:rsid w:val="0086660F"/>
    <w:rsid w:val="00867A1B"/>
    <w:rsid w:val="0087187B"/>
    <w:rsid w:val="00874C63"/>
    <w:rsid w:val="00875877"/>
    <w:rsid w:val="00875E09"/>
    <w:rsid w:val="00875F92"/>
    <w:rsid w:val="00877D1F"/>
    <w:rsid w:val="00877D51"/>
    <w:rsid w:val="00881E19"/>
    <w:rsid w:val="008856C8"/>
    <w:rsid w:val="00886000"/>
    <w:rsid w:val="00890FCF"/>
    <w:rsid w:val="008923D8"/>
    <w:rsid w:val="00892D54"/>
    <w:rsid w:val="00893561"/>
    <w:rsid w:val="008A0F73"/>
    <w:rsid w:val="008A1633"/>
    <w:rsid w:val="008A418E"/>
    <w:rsid w:val="008A5BAF"/>
    <w:rsid w:val="008A6473"/>
    <w:rsid w:val="008A6FB5"/>
    <w:rsid w:val="008A791B"/>
    <w:rsid w:val="008B0FCD"/>
    <w:rsid w:val="008B14C3"/>
    <w:rsid w:val="008B1DB1"/>
    <w:rsid w:val="008B2286"/>
    <w:rsid w:val="008B43B9"/>
    <w:rsid w:val="008B57D6"/>
    <w:rsid w:val="008B720A"/>
    <w:rsid w:val="008C17BA"/>
    <w:rsid w:val="008C5570"/>
    <w:rsid w:val="008D3B15"/>
    <w:rsid w:val="008D3D4D"/>
    <w:rsid w:val="008D6BE0"/>
    <w:rsid w:val="008E39FD"/>
    <w:rsid w:val="008E4754"/>
    <w:rsid w:val="008E6FA7"/>
    <w:rsid w:val="008E70C9"/>
    <w:rsid w:val="008F000C"/>
    <w:rsid w:val="008F014E"/>
    <w:rsid w:val="008F1C6D"/>
    <w:rsid w:val="008F1EF7"/>
    <w:rsid w:val="008F3455"/>
    <w:rsid w:val="008F74AB"/>
    <w:rsid w:val="00900006"/>
    <w:rsid w:val="009000C3"/>
    <w:rsid w:val="0090180E"/>
    <w:rsid w:val="00902EE3"/>
    <w:rsid w:val="00904393"/>
    <w:rsid w:val="009052C9"/>
    <w:rsid w:val="0090547A"/>
    <w:rsid w:val="00905CF1"/>
    <w:rsid w:val="00910284"/>
    <w:rsid w:val="0091500B"/>
    <w:rsid w:val="00915B62"/>
    <w:rsid w:val="00915BF6"/>
    <w:rsid w:val="00915D7E"/>
    <w:rsid w:val="00916358"/>
    <w:rsid w:val="009200CC"/>
    <w:rsid w:val="009203E4"/>
    <w:rsid w:val="00921024"/>
    <w:rsid w:val="00921252"/>
    <w:rsid w:val="009215FB"/>
    <w:rsid w:val="009222F4"/>
    <w:rsid w:val="009225AC"/>
    <w:rsid w:val="0092270D"/>
    <w:rsid w:val="00922C8B"/>
    <w:rsid w:val="00923E66"/>
    <w:rsid w:val="00927FDA"/>
    <w:rsid w:val="00933CCD"/>
    <w:rsid w:val="00933F46"/>
    <w:rsid w:val="009409CF"/>
    <w:rsid w:val="00941271"/>
    <w:rsid w:val="009445F2"/>
    <w:rsid w:val="00945675"/>
    <w:rsid w:val="0094690D"/>
    <w:rsid w:val="00947E4E"/>
    <w:rsid w:val="00954AA0"/>
    <w:rsid w:val="00954C4A"/>
    <w:rsid w:val="009550CF"/>
    <w:rsid w:val="009566AD"/>
    <w:rsid w:val="009613F5"/>
    <w:rsid w:val="009644E0"/>
    <w:rsid w:val="00964AB9"/>
    <w:rsid w:val="00965258"/>
    <w:rsid w:val="00965A08"/>
    <w:rsid w:val="00966249"/>
    <w:rsid w:val="009722A7"/>
    <w:rsid w:val="00977AC0"/>
    <w:rsid w:val="009808D3"/>
    <w:rsid w:val="009824BD"/>
    <w:rsid w:val="00982731"/>
    <w:rsid w:val="00982A22"/>
    <w:rsid w:val="00983C88"/>
    <w:rsid w:val="00984BA1"/>
    <w:rsid w:val="00986905"/>
    <w:rsid w:val="009873FD"/>
    <w:rsid w:val="00991754"/>
    <w:rsid w:val="009931E5"/>
    <w:rsid w:val="009A04F3"/>
    <w:rsid w:val="009A0DDC"/>
    <w:rsid w:val="009A1825"/>
    <w:rsid w:val="009A1FE1"/>
    <w:rsid w:val="009A4B61"/>
    <w:rsid w:val="009A5B05"/>
    <w:rsid w:val="009A61DF"/>
    <w:rsid w:val="009A6FCA"/>
    <w:rsid w:val="009A7A6F"/>
    <w:rsid w:val="009A7C8D"/>
    <w:rsid w:val="009B05FC"/>
    <w:rsid w:val="009B1D25"/>
    <w:rsid w:val="009B2C1A"/>
    <w:rsid w:val="009B48A0"/>
    <w:rsid w:val="009B723A"/>
    <w:rsid w:val="009C0FBA"/>
    <w:rsid w:val="009C14BC"/>
    <w:rsid w:val="009C5061"/>
    <w:rsid w:val="009C60BB"/>
    <w:rsid w:val="009C75A8"/>
    <w:rsid w:val="009C79D7"/>
    <w:rsid w:val="009C7A4C"/>
    <w:rsid w:val="009C7ABA"/>
    <w:rsid w:val="009D06FA"/>
    <w:rsid w:val="009D3EE1"/>
    <w:rsid w:val="009D4C6E"/>
    <w:rsid w:val="009D54AA"/>
    <w:rsid w:val="009D5634"/>
    <w:rsid w:val="009D6858"/>
    <w:rsid w:val="009D6989"/>
    <w:rsid w:val="009E032C"/>
    <w:rsid w:val="009E1593"/>
    <w:rsid w:val="009E15EC"/>
    <w:rsid w:val="009E2DB0"/>
    <w:rsid w:val="009E3A6A"/>
    <w:rsid w:val="009E3B14"/>
    <w:rsid w:val="009E569E"/>
    <w:rsid w:val="009E5BFD"/>
    <w:rsid w:val="009E649A"/>
    <w:rsid w:val="009E6D02"/>
    <w:rsid w:val="009E6D45"/>
    <w:rsid w:val="009E72AC"/>
    <w:rsid w:val="009F20E9"/>
    <w:rsid w:val="009F2924"/>
    <w:rsid w:val="009F2A5C"/>
    <w:rsid w:val="009F5C46"/>
    <w:rsid w:val="009F7729"/>
    <w:rsid w:val="009F7A75"/>
    <w:rsid w:val="00A02C6D"/>
    <w:rsid w:val="00A03E65"/>
    <w:rsid w:val="00A056E8"/>
    <w:rsid w:val="00A05D23"/>
    <w:rsid w:val="00A071A4"/>
    <w:rsid w:val="00A07F25"/>
    <w:rsid w:val="00A11DBB"/>
    <w:rsid w:val="00A13920"/>
    <w:rsid w:val="00A1636C"/>
    <w:rsid w:val="00A16C4D"/>
    <w:rsid w:val="00A172CC"/>
    <w:rsid w:val="00A17F6A"/>
    <w:rsid w:val="00A2476D"/>
    <w:rsid w:val="00A27112"/>
    <w:rsid w:val="00A3012A"/>
    <w:rsid w:val="00A3075F"/>
    <w:rsid w:val="00A31337"/>
    <w:rsid w:val="00A34F64"/>
    <w:rsid w:val="00A36CA2"/>
    <w:rsid w:val="00A370C7"/>
    <w:rsid w:val="00A37552"/>
    <w:rsid w:val="00A448C8"/>
    <w:rsid w:val="00A462D3"/>
    <w:rsid w:val="00A4644E"/>
    <w:rsid w:val="00A47247"/>
    <w:rsid w:val="00A5084D"/>
    <w:rsid w:val="00A51EE9"/>
    <w:rsid w:val="00A52AED"/>
    <w:rsid w:val="00A5491C"/>
    <w:rsid w:val="00A60F50"/>
    <w:rsid w:val="00A62BC9"/>
    <w:rsid w:val="00A62EEF"/>
    <w:rsid w:val="00A62FC3"/>
    <w:rsid w:val="00A64F0D"/>
    <w:rsid w:val="00A65AA9"/>
    <w:rsid w:val="00A6659D"/>
    <w:rsid w:val="00A67A58"/>
    <w:rsid w:val="00A714E9"/>
    <w:rsid w:val="00A73508"/>
    <w:rsid w:val="00A7433C"/>
    <w:rsid w:val="00A75208"/>
    <w:rsid w:val="00A7557F"/>
    <w:rsid w:val="00A76792"/>
    <w:rsid w:val="00A8130B"/>
    <w:rsid w:val="00A82015"/>
    <w:rsid w:val="00A82BF9"/>
    <w:rsid w:val="00A84865"/>
    <w:rsid w:val="00A84B5C"/>
    <w:rsid w:val="00A84EAF"/>
    <w:rsid w:val="00A853B4"/>
    <w:rsid w:val="00A87A1E"/>
    <w:rsid w:val="00A916E0"/>
    <w:rsid w:val="00A91C6B"/>
    <w:rsid w:val="00A92572"/>
    <w:rsid w:val="00A927E6"/>
    <w:rsid w:val="00A939A6"/>
    <w:rsid w:val="00A94070"/>
    <w:rsid w:val="00A94731"/>
    <w:rsid w:val="00A94819"/>
    <w:rsid w:val="00A94A90"/>
    <w:rsid w:val="00A953D6"/>
    <w:rsid w:val="00AA49A4"/>
    <w:rsid w:val="00AA62AC"/>
    <w:rsid w:val="00AA7275"/>
    <w:rsid w:val="00AA7CAA"/>
    <w:rsid w:val="00AB11F6"/>
    <w:rsid w:val="00AB178A"/>
    <w:rsid w:val="00AB30F2"/>
    <w:rsid w:val="00AB3EE3"/>
    <w:rsid w:val="00AB5692"/>
    <w:rsid w:val="00AB647F"/>
    <w:rsid w:val="00AC14EF"/>
    <w:rsid w:val="00AC195F"/>
    <w:rsid w:val="00AC216B"/>
    <w:rsid w:val="00AC30F8"/>
    <w:rsid w:val="00AC4BDD"/>
    <w:rsid w:val="00AC4C76"/>
    <w:rsid w:val="00AC4E1F"/>
    <w:rsid w:val="00AD2010"/>
    <w:rsid w:val="00AD275A"/>
    <w:rsid w:val="00AD556F"/>
    <w:rsid w:val="00AD5C29"/>
    <w:rsid w:val="00AD661E"/>
    <w:rsid w:val="00AD6F95"/>
    <w:rsid w:val="00AE0396"/>
    <w:rsid w:val="00AE4BFC"/>
    <w:rsid w:val="00AF226B"/>
    <w:rsid w:val="00AF3672"/>
    <w:rsid w:val="00AF5391"/>
    <w:rsid w:val="00AF69BF"/>
    <w:rsid w:val="00AF6EF4"/>
    <w:rsid w:val="00AF7828"/>
    <w:rsid w:val="00AF7B5F"/>
    <w:rsid w:val="00B01A76"/>
    <w:rsid w:val="00B0327A"/>
    <w:rsid w:val="00B05804"/>
    <w:rsid w:val="00B06276"/>
    <w:rsid w:val="00B062A0"/>
    <w:rsid w:val="00B107AE"/>
    <w:rsid w:val="00B109B3"/>
    <w:rsid w:val="00B10DD1"/>
    <w:rsid w:val="00B152FB"/>
    <w:rsid w:val="00B17913"/>
    <w:rsid w:val="00B21F69"/>
    <w:rsid w:val="00B21FA5"/>
    <w:rsid w:val="00B23423"/>
    <w:rsid w:val="00B26275"/>
    <w:rsid w:val="00B320AD"/>
    <w:rsid w:val="00B34AEC"/>
    <w:rsid w:val="00B37113"/>
    <w:rsid w:val="00B41466"/>
    <w:rsid w:val="00B41B6A"/>
    <w:rsid w:val="00B42419"/>
    <w:rsid w:val="00B44382"/>
    <w:rsid w:val="00B465D1"/>
    <w:rsid w:val="00B47D50"/>
    <w:rsid w:val="00B5127F"/>
    <w:rsid w:val="00B53162"/>
    <w:rsid w:val="00B54A61"/>
    <w:rsid w:val="00B55199"/>
    <w:rsid w:val="00B55D02"/>
    <w:rsid w:val="00B57F50"/>
    <w:rsid w:val="00B64288"/>
    <w:rsid w:val="00B651C2"/>
    <w:rsid w:val="00B65646"/>
    <w:rsid w:val="00B66BB2"/>
    <w:rsid w:val="00B675EF"/>
    <w:rsid w:val="00B75AB8"/>
    <w:rsid w:val="00B75DC3"/>
    <w:rsid w:val="00B75F87"/>
    <w:rsid w:val="00B767CC"/>
    <w:rsid w:val="00B814FA"/>
    <w:rsid w:val="00B81AC4"/>
    <w:rsid w:val="00B81FF8"/>
    <w:rsid w:val="00B906F7"/>
    <w:rsid w:val="00B935B0"/>
    <w:rsid w:val="00B9479A"/>
    <w:rsid w:val="00B94FAB"/>
    <w:rsid w:val="00B95AB8"/>
    <w:rsid w:val="00BA066A"/>
    <w:rsid w:val="00BA33F4"/>
    <w:rsid w:val="00BA3F15"/>
    <w:rsid w:val="00BA41A2"/>
    <w:rsid w:val="00BA4AAE"/>
    <w:rsid w:val="00BA59BD"/>
    <w:rsid w:val="00BA7BBE"/>
    <w:rsid w:val="00BB0BEC"/>
    <w:rsid w:val="00BB1A98"/>
    <w:rsid w:val="00BB4067"/>
    <w:rsid w:val="00BB5617"/>
    <w:rsid w:val="00BB6C65"/>
    <w:rsid w:val="00BC0B1B"/>
    <w:rsid w:val="00BC21D3"/>
    <w:rsid w:val="00BC3B2C"/>
    <w:rsid w:val="00BD2ADD"/>
    <w:rsid w:val="00BD4983"/>
    <w:rsid w:val="00BD4B3D"/>
    <w:rsid w:val="00BD5DC2"/>
    <w:rsid w:val="00BD655D"/>
    <w:rsid w:val="00BD6730"/>
    <w:rsid w:val="00BD78AE"/>
    <w:rsid w:val="00BD7988"/>
    <w:rsid w:val="00BE1757"/>
    <w:rsid w:val="00BE1913"/>
    <w:rsid w:val="00BE2189"/>
    <w:rsid w:val="00BE22A5"/>
    <w:rsid w:val="00BE38E8"/>
    <w:rsid w:val="00BE5615"/>
    <w:rsid w:val="00BE6923"/>
    <w:rsid w:val="00BE7B9C"/>
    <w:rsid w:val="00BF0FA5"/>
    <w:rsid w:val="00BF1377"/>
    <w:rsid w:val="00BF2609"/>
    <w:rsid w:val="00BF5B7D"/>
    <w:rsid w:val="00BF61A3"/>
    <w:rsid w:val="00BF6B8C"/>
    <w:rsid w:val="00C00733"/>
    <w:rsid w:val="00C02302"/>
    <w:rsid w:val="00C02B19"/>
    <w:rsid w:val="00C0372F"/>
    <w:rsid w:val="00C0582F"/>
    <w:rsid w:val="00C068E7"/>
    <w:rsid w:val="00C10372"/>
    <w:rsid w:val="00C122F3"/>
    <w:rsid w:val="00C12C6E"/>
    <w:rsid w:val="00C13A8D"/>
    <w:rsid w:val="00C13ECD"/>
    <w:rsid w:val="00C16E52"/>
    <w:rsid w:val="00C172A8"/>
    <w:rsid w:val="00C17616"/>
    <w:rsid w:val="00C1787B"/>
    <w:rsid w:val="00C17B48"/>
    <w:rsid w:val="00C2249E"/>
    <w:rsid w:val="00C224CC"/>
    <w:rsid w:val="00C24182"/>
    <w:rsid w:val="00C24DE3"/>
    <w:rsid w:val="00C26F87"/>
    <w:rsid w:val="00C344C9"/>
    <w:rsid w:val="00C348D7"/>
    <w:rsid w:val="00C3629C"/>
    <w:rsid w:val="00C4090F"/>
    <w:rsid w:val="00C40EFF"/>
    <w:rsid w:val="00C42CA7"/>
    <w:rsid w:val="00C43703"/>
    <w:rsid w:val="00C44241"/>
    <w:rsid w:val="00C44EAF"/>
    <w:rsid w:val="00C455F7"/>
    <w:rsid w:val="00C45663"/>
    <w:rsid w:val="00C4734E"/>
    <w:rsid w:val="00C51F9E"/>
    <w:rsid w:val="00C52CFC"/>
    <w:rsid w:val="00C55A76"/>
    <w:rsid w:val="00C5746B"/>
    <w:rsid w:val="00C6098D"/>
    <w:rsid w:val="00C6137B"/>
    <w:rsid w:val="00C62772"/>
    <w:rsid w:val="00C627AB"/>
    <w:rsid w:val="00C67CE6"/>
    <w:rsid w:val="00C71E29"/>
    <w:rsid w:val="00C72361"/>
    <w:rsid w:val="00C757EC"/>
    <w:rsid w:val="00C759C5"/>
    <w:rsid w:val="00C77AF7"/>
    <w:rsid w:val="00C82F4F"/>
    <w:rsid w:val="00C83C4F"/>
    <w:rsid w:val="00C85E70"/>
    <w:rsid w:val="00C86959"/>
    <w:rsid w:val="00C86AFF"/>
    <w:rsid w:val="00C86CDD"/>
    <w:rsid w:val="00C915E3"/>
    <w:rsid w:val="00C94399"/>
    <w:rsid w:val="00C94A3C"/>
    <w:rsid w:val="00C95B6E"/>
    <w:rsid w:val="00CA1759"/>
    <w:rsid w:val="00CA1C13"/>
    <w:rsid w:val="00CA22AD"/>
    <w:rsid w:val="00CA32B3"/>
    <w:rsid w:val="00CA7AA3"/>
    <w:rsid w:val="00CB64CA"/>
    <w:rsid w:val="00CB7D01"/>
    <w:rsid w:val="00CC0987"/>
    <w:rsid w:val="00CC1B71"/>
    <w:rsid w:val="00CC2A3B"/>
    <w:rsid w:val="00CC39B4"/>
    <w:rsid w:val="00CC3BF7"/>
    <w:rsid w:val="00CC5FF5"/>
    <w:rsid w:val="00CC75C4"/>
    <w:rsid w:val="00CD08BA"/>
    <w:rsid w:val="00CD11BC"/>
    <w:rsid w:val="00CD45ED"/>
    <w:rsid w:val="00CD479A"/>
    <w:rsid w:val="00CD4F68"/>
    <w:rsid w:val="00CD6E4B"/>
    <w:rsid w:val="00CD6F4F"/>
    <w:rsid w:val="00CD70D5"/>
    <w:rsid w:val="00CD764A"/>
    <w:rsid w:val="00CE2252"/>
    <w:rsid w:val="00CE2B6C"/>
    <w:rsid w:val="00CE710F"/>
    <w:rsid w:val="00CE7B50"/>
    <w:rsid w:val="00CE7F2F"/>
    <w:rsid w:val="00CF0972"/>
    <w:rsid w:val="00CF2FD6"/>
    <w:rsid w:val="00CF69AD"/>
    <w:rsid w:val="00D00629"/>
    <w:rsid w:val="00D0272A"/>
    <w:rsid w:val="00D03800"/>
    <w:rsid w:val="00D03DF2"/>
    <w:rsid w:val="00D05084"/>
    <w:rsid w:val="00D05DE3"/>
    <w:rsid w:val="00D074BD"/>
    <w:rsid w:val="00D07E70"/>
    <w:rsid w:val="00D11A00"/>
    <w:rsid w:val="00D123EC"/>
    <w:rsid w:val="00D138CB"/>
    <w:rsid w:val="00D1624B"/>
    <w:rsid w:val="00D16C47"/>
    <w:rsid w:val="00D20D55"/>
    <w:rsid w:val="00D2239C"/>
    <w:rsid w:val="00D276C4"/>
    <w:rsid w:val="00D277F5"/>
    <w:rsid w:val="00D27BCE"/>
    <w:rsid w:val="00D3029E"/>
    <w:rsid w:val="00D3117E"/>
    <w:rsid w:val="00D324DC"/>
    <w:rsid w:val="00D32BAC"/>
    <w:rsid w:val="00D33264"/>
    <w:rsid w:val="00D3373F"/>
    <w:rsid w:val="00D34288"/>
    <w:rsid w:val="00D36101"/>
    <w:rsid w:val="00D37B1E"/>
    <w:rsid w:val="00D40E73"/>
    <w:rsid w:val="00D44E82"/>
    <w:rsid w:val="00D45631"/>
    <w:rsid w:val="00D45DEE"/>
    <w:rsid w:val="00D465B5"/>
    <w:rsid w:val="00D46B3B"/>
    <w:rsid w:val="00D47772"/>
    <w:rsid w:val="00D47EC1"/>
    <w:rsid w:val="00D506D0"/>
    <w:rsid w:val="00D50F78"/>
    <w:rsid w:val="00D5209D"/>
    <w:rsid w:val="00D522E7"/>
    <w:rsid w:val="00D55AD4"/>
    <w:rsid w:val="00D56671"/>
    <w:rsid w:val="00D61B0C"/>
    <w:rsid w:val="00D62B64"/>
    <w:rsid w:val="00D63B04"/>
    <w:rsid w:val="00D64767"/>
    <w:rsid w:val="00D678A8"/>
    <w:rsid w:val="00D67FE0"/>
    <w:rsid w:val="00D70D2A"/>
    <w:rsid w:val="00D723A3"/>
    <w:rsid w:val="00D72A6D"/>
    <w:rsid w:val="00D72AB5"/>
    <w:rsid w:val="00D74CC5"/>
    <w:rsid w:val="00D81159"/>
    <w:rsid w:val="00D81EB9"/>
    <w:rsid w:val="00D845F7"/>
    <w:rsid w:val="00D847EF"/>
    <w:rsid w:val="00D8522B"/>
    <w:rsid w:val="00D86858"/>
    <w:rsid w:val="00D86A03"/>
    <w:rsid w:val="00D87D4F"/>
    <w:rsid w:val="00D913E8"/>
    <w:rsid w:val="00D94FED"/>
    <w:rsid w:val="00D958D0"/>
    <w:rsid w:val="00D96A0D"/>
    <w:rsid w:val="00D973DA"/>
    <w:rsid w:val="00D97EED"/>
    <w:rsid w:val="00DA0445"/>
    <w:rsid w:val="00DA2A3B"/>
    <w:rsid w:val="00DA2BCF"/>
    <w:rsid w:val="00DA3A7A"/>
    <w:rsid w:val="00DA4A82"/>
    <w:rsid w:val="00DB1ACA"/>
    <w:rsid w:val="00DB1B55"/>
    <w:rsid w:val="00DB35B1"/>
    <w:rsid w:val="00DB3D29"/>
    <w:rsid w:val="00DB5898"/>
    <w:rsid w:val="00DB6AD6"/>
    <w:rsid w:val="00DB7051"/>
    <w:rsid w:val="00DB70BA"/>
    <w:rsid w:val="00DB7A3B"/>
    <w:rsid w:val="00DC014C"/>
    <w:rsid w:val="00DC0E84"/>
    <w:rsid w:val="00DC1833"/>
    <w:rsid w:val="00DC3B03"/>
    <w:rsid w:val="00DC3D50"/>
    <w:rsid w:val="00DC58EE"/>
    <w:rsid w:val="00DC6163"/>
    <w:rsid w:val="00DD2C4C"/>
    <w:rsid w:val="00DD4462"/>
    <w:rsid w:val="00DD4EEC"/>
    <w:rsid w:val="00DD65DC"/>
    <w:rsid w:val="00DD6A9F"/>
    <w:rsid w:val="00DE3159"/>
    <w:rsid w:val="00DE4A53"/>
    <w:rsid w:val="00DE65F7"/>
    <w:rsid w:val="00DE7222"/>
    <w:rsid w:val="00DF00C9"/>
    <w:rsid w:val="00DF0632"/>
    <w:rsid w:val="00DF281D"/>
    <w:rsid w:val="00DF326E"/>
    <w:rsid w:val="00DF4E26"/>
    <w:rsid w:val="00DF5CC2"/>
    <w:rsid w:val="00E0046F"/>
    <w:rsid w:val="00E00C91"/>
    <w:rsid w:val="00E0117E"/>
    <w:rsid w:val="00E03F05"/>
    <w:rsid w:val="00E046DE"/>
    <w:rsid w:val="00E05FF2"/>
    <w:rsid w:val="00E0774B"/>
    <w:rsid w:val="00E1094F"/>
    <w:rsid w:val="00E12515"/>
    <w:rsid w:val="00E12933"/>
    <w:rsid w:val="00E1450A"/>
    <w:rsid w:val="00E14CE3"/>
    <w:rsid w:val="00E16931"/>
    <w:rsid w:val="00E22AC5"/>
    <w:rsid w:val="00E22D01"/>
    <w:rsid w:val="00E2449C"/>
    <w:rsid w:val="00E2548E"/>
    <w:rsid w:val="00E266FC"/>
    <w:rsid w:val="00E270EA"/>
    <w:rsid w:val="00E27227"/>
    <w:rsid w:val="00E30111"/>
    <w:rsid w:val="00E314EC"/>
    <w:rsid w:val="00E32884"/>
    <w:rsid w:val="00E33C89"/>
    <w:rsid w:val="00E35727"/>
    <w:rsid w:val="00E376DA"/>
    <w:rsid w:val="00E4038B"/>
    <w:rsid w:val="00E42AD8"/>
    <w:rsid w:val="00E43D74"/>
    <w:rsid w:val="00E45E50"/>
    <w:rsid w:val="00E47018"/>
    <w:rsid w:val="00E473A8"/>
    <w:rsid w:val="00E50413"/>
    <w:rsid w:val="00E51B53"/>
    <w:rsid w:val="00E528A0"/>
    <w:rsid w:val="00E52B5A"/>
    <w:rsid w:val="00E53B18"/>
    <w:rsid w:val="00E55B5F"/>
    <w:rsid w:val="00E62952"/>
    <w:rsid w:val="00E63294"/>
    <w:rsid w:val="00E63F36"/>
    <w:rsid w:val="00E64F1A"/>
    <w:rsid w:val="00E65B83"/>
    <w:rsid w:val="00E65CF8"/>
    <w:rsid w:val="00E66AA8"/>
    <w:rsid w:val="00E70692"/>
    <w:rsid w:val="00E70F40"/>
    <w:rsid w:val="00E72D7B"/>
    <w:rsid w:val="00E73D0B"/>
    <w:rsid w:val="00E73EB5"/>
    <w:rsid w:val="00E754F0"/>
    <w:rsid w:val="00E80263"/>
    <w:rsid w:val="00E8194F"/>
    <w:rsid w:val="00E82904"/>
    <w:rsid w:val="00E82BB1"/>
    <w:rsid w:val="00E83452"/>
    <w:rsid w:val="00E83816"/>
    <w:rsid w:val="00E85D07"/>
    <w:rsid w:val="00E86840"/>
    <w:rsid w:val="00E86D2A"/>
    <w:rsid w:val="00E870F6"/>
    <w:rsid w:val="00E8759B"/>
    <w:rsid w:val="00E91025"/>
    <w:rsid w:val="00E92277"/>
    <w:rsid w:val="00E92738"/>
    <w:rsid w:val="00E92960"/>
    <w:rsid w:val="00E93008"/>
    <w:rsid w:val="00E9460E"/>
    <w:rsid w:val="00E959F0"/>
    <w:rsid w:val="00E963F0"/>
    <w:rsid w:val="00E97B8E"/>
    <w:rsid w:val="00E97DA3"/>
    <w:rsid w:val="00EA04D0"/>
    <w:rsid w:val="00EA0FF6"/>
    <w:rsid w:val="00EA555D"/>
    <w:rsid w:val="00EA69F6"/>
    <w:rsid w:val="00EB01CE"/>
    <w:rsid w:val="00EB0E03"/>
    <w:rsid w:val="00EB285F"/>
    <w:rsid w:val="00EB5477"/>
    <w:rsid w:val="00EB6C6F"/>
    <w:rsid w:val="00EB6F02"/>
    <w:rsid w:val="00EC03BA"/>
    <w:rsid w:val="00EC108A"/>
    <w:rsid w:val="00EC2138"/>
    <w:rsid w:val="00EC360D"/>
    <w:rsid w:val="00EC661A"/>
    <w:rsid w:val="00EC6A9F"/>
    <w:rsid w:val="00EC7A7C"/>
    <w:rsid w:val="00ED0D61"/>
    <w:rsid w:val="00ED0E11"/>
    <w:rsid w:val="00ED140A"/>
    <w:rsid w:val="00ED29E5"/>
    <w:rsid w:val="00ED4F92"/>
    <w:rsid w:val="00ED540A"/>
    <w:rsid w:val="00ED5976"/>
    <w:rsid w:val="00ED5B57"/>
    <w:rsid w:val="00ED7F7C"/>
    <w:rsid w:val="00EE01B8"/>
    <w:rsid w:val="00EE097E"/>
    <w:rsid w:val="00EE47C3"/>
    <w:rsid w:val="00EE668D"/>
    <w:rsid w:val="00EF2C90"/>
    <w:rsid w:val="00EF66D8"/>
    <w:rsid w:val="00F00EBC"/>
    <w:rsid w:val="00F010E9"/>
    <w:rsid w:val="00F01EB8"/>
    <w:rsid w:val="00F0215D"/>
    <w:rsid w:val="00F0312B"/>
    <w:rsid w:val="00F031F0"/>
    <w:rsid w:val="00F03C2A"/>
    <w:rsid w:val="00F04E0D"/>
    <w:rsid w:val="00F05614"/>
    <w:rsid w:val="00F05A75"/>
    <w:rsid w:val="00F07302"/>
    <w:rsid w:val="00F07321"/>
    <w:rsid w:val="00F07BFF"/>
    <w:rsid w:val="00F11003"/>
    <w:rsid w:val="00F1225E"/>
    <w:rsid w:val="00F132AE"/>
    <w:rsid w:val="00F136E0"/>
    <w:rsid w:val="00F14733"/>
    <w:rsid w:val="00F165C6"/>
    <w:rsid w:val="00F212BB"/>
    <w:rsid w:val="00F21C78"/>
    <w:rsid w:val="00F244C6"/>
    <w:rsid w:val="00F251B6"/>
    <w:rsid w:val="00F25B38"/>
    <w:rsid w:val="00F25CC0"/>
    <w:rsid w:val="00F26DB8"/>
    <w:rsid w:val="00F301A7"/>
    <w:rsid w:val="00F3544F"/>
    <w:rsid w:val="00F359D1"/>
    <w:rsid w:val="00F422FA"/>
    <w:rsid w:val="00F4233B"/>
    <w:rsid w:val="00F43093"/>
    <w:rsid w:val="00F45BD5"/>
    <w:rsid w:val="00F517FB"/>
    <w:rsid w:val="00F53233"/>
    <w:rsid w:val="00F545AE"/>
    <w:rsid w:val="00F54B95"/>
    <w:rsid w:val="00F566CC"/>
    <w:rsid w:val="00F567EB"/>
    <w:rsid w:val="00F56F32"/>
    <w:rsid w:val="00F57340"/>
    <w:rsid w:val="00F575CB"/>
    <w:rsid w:val="00F60F14"/>
    <w:rsid w:val="00F62BEF"/>
    <w:rsid w:val="00F637C6"/>
    <w:rsid w:val="00F642BC"/>
    <w:rsid w:val="00F655D4"/>
    <w:rsid w:val="00F65BC3"/>
    <w:rsid w:val="00F70904"/>
    <w:rsid w:val="00F74D44"/>
    <w:rsid w:val="00F752CA"/>
    <w:rsid w:val="00F77532"/>
    <w:rsid w:val="00F81BD3"/>
    <w:rsid w:val="00F81CB5"/>
    <w:rsid w:val="00F82826"/>
    <w:rsid w:val="00F8387F"/>
    <w:rsid w:val="00F85F1F"/>
    <w:rsid w:val="00F86389"/>
    <w:rsid w:val="00F86A59"/>
    <w:rsid w:val="00F90A53"/>
    <w:rsid w:val="00F91503"/>
    <w:rsid w:val="00F91915"/>
    <w:rsid w:val="00F9468E"/>
    <w:rsid w:val="00F94F98"/>
    <w:rsid w:val="00F97DDF"/>
    <w:rsid w:val="00FA06D2"/>
    <w:rsid w:val="00FA0995"/>
    <w:rsid w:val="00FA23D3"/>
    <w:rsid w:val="00FA2DB7"/>
    <w:rsid w:val="00FA364E"/>
    <w:rsid w:val="00FA40EF"/>
    <w:rsid w:val="00FA60B6"/>
    <w:rsid w:val="00FA74E5"/>
    <w:rsid w:val="00FA7A2F"/>
    <w:rsid w:val="00FA7B2B"/>
    <w:rsid w:val="00FB0256"/>
    <w:rsid w:val="00FB12D6"/>
    <w:rsid w:val="00FB16E2"/>
    <w:rsid w:val="00FB302A"/>
    <w:rsid w:val="00FB52B0"/>
    <w:rsid w:val="00FB7DBE"/>
    <w:rsid w:val="00FC0BD7"/>
    <w:rsid w:val="00FC2981"/>
    <w:rsid w:val="00FC50A9"/>
    <w:rsid w:val="00FC6138"/>
    <w:rsid w:val="00FC61C2"/>
    <w:rsid w:val="00FD13B5"/>
    <w:rsid w:val="00FD1B5C"/>
    <w:rsid w:val="00FD2673"/>
    <w:rsid w:val="00FD3BBB"/>
    <w:rsid w:val="00FD4CD2"/>
    <w:rsid w:val="00FD60B5"/>
    <w:rsid w:val="00FD7E0E"/>
    <w:rsid w:val="00FE00A2"/>
    <w:rsid w:val="00FE0C23"/>
    <w:rsid w:val="00FE1CD0"/>
    <w:rsid w:val="00FE1F1C"/>
    <w:rsid w:val="00FE27A0"/>
    <w:rsid w:val="00FE2A04"/>
    <w:rsid w:val="00FE2E42"/>
    <w:rsid w:val="00FE3398"/>
    <w:rsid w:val="00FE3842"/>
    <w:rsid w:val="00FE3DEF"/>
    <w:rsid w:val="00FE5367"/>
    <w:rsid w:val="00FE5D91"/>
    <w:rsid w:val="00FE69F7"/>
    <w:rsid w:val="00FE6D80"/>
    <w:rsid w:val="00FE70F7"/>
    <w:rsid w:val="00FF014D"/>
    <w:rsid w:val="00FF077E"/>
    <w:rsid w:val="00FF2762"/>
    <w:rsid w:val="00FF5525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E6970D03-4ED0-48C4-8B67-4459F935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569E"/>
    <w:rPr>
      <w:sz w:val="24"/>
      <w:szCs w:val="24"/>
    </w:rPr>
  </w:style>
  <w:style w:type="paragraph" w:styleId="Titolo1">
    <w:name w:val="heading 1"/>
    <w:basedOn w:val="Normale"/>
    <w:next w:val="Normale"/>
    <w:qFormat/>
    <w:rsid w:val="00633E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225FF"/>
    <w:pPr>
      <w:keepNext/>
      <w:spacing w:line="480" w:lineRule="auto"/>
      <w:jc w:val="both"/>
      <w:outlineLvl w:val="1"/>
    </w:pPr>
    <w:rPr>
      <w:b/>
      <w:bCs/>
      <w:sz w:val="22"/>
      <w:szCs w:val="22"/>
    </w:rPr>
  </w:style>
  <w:style w:type="paragraph" w:styleId="Titolo4">
    <w:name w:val="heading 4"/>
    <w:basedOn w:val="Normale"/>
    <w:next w:val="Normale"/>
    <w:link w:val="Titolo4Carattere"/>
    <w:qFormat/>
    <w:rsid w:val="002225FF"/>
    <w:pPr>
      <w:keepNext/>
      <w:jc w:val="both"/>
      <w:outlineLvl w:val="3"/>
    </w:pPr>
    <w:rPr>
      <w:b/>
      <w:bCs/>
      <w:sz w:val="22"/>
      <w:szCs w:val="22"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2225FF"/>
    <w:pPr>
      <w:keepNext/>
      <w:ind w:left="7090" w:hanging="2695"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qFormat/>
    <w:rsid w:val="00633E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59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8026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8026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378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4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433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A7433C"/>
    <w:pPr>
      <w:spacing w:after="24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A7433C"/>
    <w:pPr>
      <w:spacing w:line="243" w:lineRule="atLeast"/>
    </w:pPr>
    <w:rPr>
      <w:rFonts w:cs="Times New Roman"/>
      <w:color w:val="auto"/>
    </w:rPr>
  </w:style>
  <w:style w:type="character" w:styleId="Numeropagina">
    <w:name w:val="page number"/>
    <w:basedOn w:val="Carpredefinitoparagrafo"/>
    <w:rsid w:val="00A7433C"/>
  </w:style>
  <w:style w:type="paragraph" w:styleId="Testonotaapidipagina">
    <w:name w:val="footnote text"/>
    <w:basedOn w:val="Normale"/>
    <w:semiHidden/>
    <w:rsid w:val="00485A1E"/>
    <w:rPr>
      <w:sz w:val="20"/>
      <w:szCs w:val="20"/>
    </w:rPr>
  </w:style>
  <w:style w:type="character" w:styleId="Rimandonotaapidipagina">
    <w:name w:val="footnote reference"/>
    <w:semiHidden/>
    <w:rsid w:val="00485A1E"/>
    <w:rPr>
      <w:vertAlign w:val="superscript"/>
    </w:rPr>
  </w:style>
  <w:style w:type="character" w:customStyle="1" w:styleId="Titolo2Carattere">
    <w:name w:val="Titolo 2 Carattere"/>
    <w:link w:val="Titolo2"/>
    <w:locked/>
    <w:rsid w:val="002225FF"/>
    <w:rPr>
      <w:b/>
      <w:bCs/>
      <w:sz w:val="22"/>
      <w:szCs w:val="22"/>
      <w:lang w:val="it-IT" w:eastAsia="it-IT" w:bidi="ar-SA"/>
    </w:rPr>
  </w:style>
  <w:style w:type="character" w:customStyle="1" w:styleId="Titolo4Carattere">
    <w:name w:val="Titolo 4 Carattere"/>
    <w:link w:val="Titolo4"/>
    <w:locked/>
    <w:rsid w:val="002225FF"/>
    <w:rPr>
      <w:b/>
      <w:bCs/>
      <w:sz w:val="22"/>
      <w:szCs w:val="22"/>
      <w:u w:val="single"/>
      <w:lang w:val="it-IT" w:eastAsia="it-IT" w:bidi="ar-SA"/>
    </w:rPr>
  </w:style>
  <w:style w:type="character" w:customStyle="1" w:styleId="Titolo5Carattere">
    <w:name w:val="Titolo 5 Carattere"/>
    <w:link w:val="Titolo5"/>
    <w:locked/>
    <w:rsid w:val="002225FF"/>
    <w:rPr>
      <w:b/>
      <w:bCs/>
      <w:sz w:val="22"/>
      <w:szCs w:val="22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semiHidden/>
    <w:rsid w:val="002225FF"/>
    <w:pPr>
      <w:widowControl w:val="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locked/>
    <w:rsid w:val="002225FF"/>
    <w:rPr>
      <w:rFonts w:ascii="Arial" w:hAnsi="Arial" w:cs="Arial"/>
      <w:sz w:val="22"/>
      <w:szCs w:val="22"/>
      <w:lang w:val="it-IT" w:eastAsia="it-IT" w:bidi="ar-SA"/>
    </w:rPr>
  </w:style>
  <w:style w:type="paragraph" w:styleId="Corpotesto">
    <w:name w:val="Body Text"/>
    <w:basedOn w:val="Normale"/>
    <w:link w:val="CorpotestoCarattere"/>
    <w:semiHidden/>
    <w:rsid w:val="002225FF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semiHidden/>
    <w:locked/>
    <w:rsid w:val="002225FF"/>
    <w:rPr>
      <w:rFonts w:ascii="Arial" w:hAnsi="Arial" w:cs="Arial"/>
      <w:lang w:val="it-IT" w:eastAsia="it-IT" w:bidi="ar-SA"/>
    </w:rPr>
  </w:style>
  <w:style w:type="paragraph" w:styleId="Corpodeltesto2">
    <w:name w:val="Body Text 2"/>
    <w:basedOn w:val="Normale"/>
    <w:link w:val="Corpodeltesto2Carattere"/>
    <w:semiHidden/>
    <w:rsid w:val="002225F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locked/>
    <w:rsid w:val="002225FF"/>
    <w:rPr>
      <w:sz w:val="24"/>
      <w:szCs w:val="24"/>
      <w:lang w:val="it-IT" w:eastAsia="it-IT" w:bidi="ar-SA"/>
    </w:rPr>
  </w:style>
  <w:style w:type="paragraph" w:styleId="Corpodeltesto3">
    <w:name w:val="Body Text 3"/>
    <w:basedOn w:val="Normale"/>
    <w:rsid w:val="00D1624B"/>
    <w:pPr>
      <w:spacing w:after="120"/>
    </w:pPr>
    <w:rPr>
      <w:sz w:val="16"/>
      <w:szCs w:val="16"/>
    </w:rPr>
  </w:style>
  <w:style w:type="paragraph" w:customStyle="1" w:styleId="firma">
    <w:name w:val="firma"/>
    <w:basedOn w:val="Normale"/>
    <w:rsid w:val="00633E5E"/>
    <w:pPr>
      <w:ind w:left="4536"/>
      <w:jc w:val="center"/>
    </w:pPr>
    <w:rPr>
      <w:szCs w:val="20"/>
    </w:rPr>
  </w:style>
  <w:style w:type="character" w:customStyle="1" w:styleId="IntestazioneCarattere">
    <w:name w:val="Intestazione Carattere"/>
    <w:link w:val="Intestazione"/>
    <w:rsid w:val="00991754"/>
    <w:rPr>
      <w:sz w:val="24"/>
      <w:szCs w:val="24"/>
    </w:rPr>
  </w:style>
  <w:style w:type="paragraph" w:styleId="Titolo">
    <w:name w:val="Title"/>
    <w:basedOn w:val="Normale"/>
    <w:link w:val="TitoloCarattere"/>
    <w:qFormat/>
    <w:rsid w:val="00D845F7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link w:val="Titolo"/>
    <w:rsid w:val="00D845F7"/>
    <w:rPr>
      <w:b/>
      <w:sz w:val="28"/>
    </w:rPr>
  </w:style>
  <w:style w:type="paragraph" w:customStyle="1" w:styleId="lettera">
    <w:name w:val="lettera"/>
    <w:basedOn w:val="Normale"/>
    <w:rsid w:val="00D845F7"/>
    <w:pPr>
      <w:tabs>
        <w:tab w:val="left" w:pos="1134"/>
        <w:tab w:val="left" w:pos="1985"/>
        <w:tab w:val="left" w:pos="3969"/>
        <w:tab w:val="left" w:pos="5104"/>
      </w:tabs>
      <w:jc w:val="both"/>
    </w:pPr>
    <w:rPr>
      <w:rFonts w:ascii="Swiss" w:hAnsi="Swiss"/>
      <w:spacing w:val="10"/>
      <w:sz w:val="20"/>
      <w:szCs w:val="20"/>
    </w:rPr>
  </w:style>
  <w:style w:type="paragraph" w:customStyle="1" w:styleId="Aeeaoaeaa1">
    <w:name w:val="A?eeaoae?aa 1"/>
    <w:basedOn w:val="Normale"/>
    <w:next w:val="Normale"/>
    <w:rsid w:val="00E22D01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customStyle="1" w:styleId="Eaoaeaa">
    <w:name w:val="Eaoae?aa"/>
    <w:basedOn w:val="Normale"/>
    <w:rsid w:val="00E22D01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styleId="Paragrafoelenco">
    <w:name w:val="List Paragraph"/>
    <w:basedOn w:val="Normale"/>
    <w:uiPriority w:val="34"/>
    <w:qFormat/>
    <w:rsid w:val="003A0B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qFormat/>
    <w:rsid w:val="00661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rvaggip\Dati%20applicazioni\Microsoft\Modelli\carta%20intestata%20ufficio%20-%20decre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CFB01-C8AA-49DE-938C-71D605D9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- decreto</Template>
  <TotalTime>0</TotalTime>
  <Pages>1</Pages>
  <Words>141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unimi</Company>
  <LinksUpToDate>false</LinksUpToDate>
  <CharactersWithSpaces>1064</CharactersWithSpaces>
  <SharedDoc>false</SharedDoc>
  <HLinks>
    <vt:vector size="54" baseType="variant">
      <vt:variant>
        <vt:i4>8061000</vt:i4>
      </vt:variant>
      <vt:variant>
        <vt:i4>24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4390968</vt:i4>
      </vt:variant>
      <vt:variant>
        <vt:i4>21</vt:i4>
      </vt:variant>
      <vt:variant>
        <vt:i4>0</vt:i4>
      </vt:variant>
      <vt:variant>
        <vt:i4>5</vt:i4>
      </vt:variant>
      <vt:variant>
        <vt:lpwstr>mailto:ferdinando.lacanna@unimi.it</vt:lpwstr>
      </vt:variant>
      <vt:variant>
        <vt:lpwstr/>
      </vt:variant>
      <vt:variant>
        <vt:i4>5570649</vt:i4>
      </vt:variant>
      <vt:variant>
        <vt:i4>18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7798908</vt:i4>
      </vt:variant>
      <vt:variant>
        <vt:i4>15</vt:i4>
      </vt:variant>
      <vt:variant>
        <vt:i4>0</vt:i4>
      </vt:variant>
      <vt:variant>
        <vt:i4>5</vt:i4>
      </vt:variant>
      <vt:variant>
        <vt:lpwstr>http://www.unimi.it/valcomp</vt:lpwstr>
      </vt:variant>
      <vt:variant>
        <vt:lpwstr/>
      </vt:variant>
      <vt:variant>
        <vt:i4>8061000</vt:i4>
      </vt:variant>
      <vt:variant>
        <vt:i4>12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9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8061000</vt:i4>
      </vt:variant>
      <vt:variant>
        <vt:i4>6</vt:i4>
      </vt:variant>
      <vt:variant>
        <vt:i4>0</vt:i4>
      </vt:variant>
      <vt:variant>
        <vt:i4>5</vt:i4>
      </vt:variant>
      <vt:variant>
        <vt:lpwstr>mailto:valcomp@unimi.it</vt:lpwstr>
      </vt:variant>
      <vt:variant>
        <vt:lpwstr/>
      </vt:variant>
      <vt:variant>
        <vt:i4>5570649</vt:i4>
      </vt:variant>
      <vt:variant>
        <vt:i4>3</vt:i4>
      </vt:variant>
      <vt:variant>
        <vt:i4>0</vt:i4>
      </vt:variant>
      <vt:variant>
        <vt:i4>5</vt:i4>
      </vt:variant>
      <vt:variant>
        <vt:lpwstr>http://www.unimi.it/ateneo/valcomp/94001.htm</vt:lpwstr>
      </vt:variant>
      <vt:variant>
        <vt:lpwstr/>
      </vt:variant>
      <vt:variant>
        <vt:i4>7340152</vt:i4>
      </vt:variant>
      <vt:variant>
        <vt:i4>0</vt:i4>
      </vt:variant>
      <vt:variant>
        <vt:i4>0</vt:i4>
      </vt:variant>
      <vt:variant>
        <vt:i4>5</vt:i4>
      </vt:variant>
      <vt:variant>
        <vt:lpwstr>https://www.unimi.it/registrazione/registra.keb?te=CCC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starvaggip</dc:creator>
  <cp:lastModifiedBy>Account Microsoft</cp:lastModifiedBy>
  <cp:revision>2</cp:revision>
  <cp:lastPrinted>2020-03-09T16:24:00Z</cp:lastPrinted>
  <dcterms:created xsi:type="dcterms:W3CDTF">2020-06-12T17:04:00Z</dcterms:created>
  <dcterms:modified xsi:type="dcterms:W3CDTF">2020-06-12T17:04:00Z</dcterms:modified>
</cp:coreProperties>
</file>